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0B" w:rsidRPr="00952595" w:rsidRDefault="00F76C0B" w:rsidP="00F914D1">
      <w:pPr>
        <w:pStyle w:val="BodyText"/>
        <w:tabs>
          <w:tab w:val="left" w:pos="9000"/>
        </w:tabs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F76C0B" w:rsidRPr="00B03377" w:rsidRDefault="00F76C0B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F76C0B" w:rsidRPr="00952595" w:rsidRDefault="00F76C0B" w:rsidP="00416F8B">
      <w:pPr>
        <w:pStyle w:val="BodyText"/>
        <w:ind w:firstLine="142"/>
        <w:jc w:val="center"/>
      </w:pPr>
      <w:r w:rsidRPr="00952595">
        <w:t>náměstí Na Městečku 72</w:t>
      </w:r>
    </w:p>
    <w:p w:rsidR="00F76C0B" w:rsidRPr="00952595" w:rsidRDefault="00F76C0B" w:rsidP="00416F8B">
      <w:pPr>
        <w:pStyle w:val="BodyText"/>
        <w:ind w:firstLine="142"/>
        <w:jc w:val="center"/>
      </w:pPr>
      <w:r w:rsidRPr="00952595">
        <w:t>664 71 Veverská Bítýška</w:t>
      </w:r>
    </w:p>
    <w:p w:rsidR="00F76C0B" w:rsidRPr="00952595" w:rsidRDefault="00F76C0B" w:rsidP="00416F8B">
      <w:pPr>
        <w:pStyle w:val="BodyText"/>
        <w:ind w:firstLine="142"/>
        <w:jc w:val="center"/>
      </w:pPr>
    </w:p>
    <w:p w:rsidR="00F76C0B" w:rsidRPr="00952595" w:rsidRDefault="00F76C0B" w:rsidP="00416F8B">
      <w:pPr>
        <w:pStyle w:val="BodyText"/>
        <w:ind w:firstLine="142"/>
        <w:jc w:val="center"/>
      </w:pPr>
    </w:p>
    <w:p w:rsidR="00F76C0B" w:rsidRPr="00952595" w:rsidRDefault="00F76C0B" w:rsidP="00416F8B">
      <w:pPr>
        <w:pStyle w:val="BodyText"/>
        <w:ind w:firstLine="142"/>
        <w:jc w:val="center"/>
      </w:pPr>
    </w:p>
    <w:p w:rsidR="00F76C0B" w:rsidRDefault="00F76C0B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2021 </w:t>
      </w:r>
    </w:p>
    <w:p w:rsidR="00F76C0B" w:rsidRDefault="00F76C0B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F76C0B" w:rsidRDefault="00F76C0B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F76C0B" w:rsidRDefault="00F76C0B" w:rsidP="00416F8B">
      <w:pPr>
        <w:pStyle w:val="BodyText"/>
        <w:ind w:firstLine="142"/>
        <w:rPr>
          <w:b/>
          <w:bCs/>
        </w:rPr>
      </w:pPr>
    </w:p>
    <w:p w:rsidR="00F76C0B" w:rsidRDefault="00F76C0B" w:rsidP="00416F8B">
      <w:pPr>
        <w:pStyle w:val="BodyText"/>
        <w:ind w:firstLine="142"/>
        <w:rPr>
          <w:b/>
          <w:bCs/>
        </w:rPr>
      </w:pPr>
    </w:p>
    <w:p w:rsidR="00F76C0B" w:rsidRDefault="00F76C0B" w:rsidP="00416F8B">
      <w:pPr>
        <w:pStyle w:val="BodyText"/>
        <w:ind w:firstLine="142"/>
        <w:rPr>
          <w:b/>
          <w:bCs/>
        </w:rPr>
      </w:pPr>
    </w:p>
    <w:p w:rsidR="00F76C0B" w:rsidRDefault="00F76C0B" w:rsidP="00416F8B">
      <w:pPr>
        <w:pStyle w:val="BodyText"/>
        <w:ind w:firstLine="142"/>
        <w:rPr>
          <w:b/>
          <w:bCs/>
        </w:rPr>
      </w:pPr>
    </w:p>
    <w:p w:rsidR="00F76C0B" w:rsidRPr="00B03377" w:rsidRDefault="00F76C0B" w:rsidP="00416F8B">
      <w:pPr>
        <w:pStyle w:val="BodyText"/>
        <w:ind w:left="1843"/>
      </w:pPr>
      <w:r w:rsidRPr="00B03377">
        <w:t>Obsah:</w:t>
      </w:r>
    </w:p>
    <w:p w:rsidR="00F76C0B" w:rsidRPr="00B03377" w:rsidRDefault="00F76C0B" w:rsidP="00416F8B">
      <w:pPr>
        <w:pStyle w:val="BodyText"/>
        <w:numPr>
          <w:ilvl w:val="0"/>
          <w:numId w:val="230"/>
        </w:numPr>
        <w:tabs>
          <w:tab w:val="clear" w:pos="3742"/>
          <w:tab w:val="num" w:pos="2268"/>
        </w:tabs>
        <w:ind w:left="1843"/>
      </w:pPr>
      <w:r>
        <w:t>Rozpočet roku 2021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2021</w:t>
      </w:r>
    </w:p>
    <w:p w:rsidR="00F76C0B" w:rsidRPr="00B03377" w:rsidRDefault="00F76C0B" w:rsidP="00416F8B">
      <w:pPr>
        <w:pStyle w:val="BodyText"/>
        <w:numPr>
          <w:ilvl w:val="0"/>
          <w:numId w:val="230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2021</w:t>
      </w:r>
    </w:p>
    <w:p w:rsidR="00F76C0B" w:rsidRDefault="00F76C0B" w:rsidP="00416F8B">
      <w:pPr>
        <w:pStyle w:val="BodyText"/>
        <w:numPr>
          <w:ilvl w:val="0"/>
          <w:numId w:val="230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2021</w:t>
      </w:r>
    </w:p>
    <w:p w:rsidR="00F76C0B" w:rsidRDefault="00F76C0B" w:rsidP="00416F8B">
      <w:pPr>
        <w:pStyle w:val="BodyText"/>
        <w:tabs>
          <w:tab w:val="num" w:pos="2552"/>
          <w:tab w:val="center" w:pos="6974"/>
        </w:tabs>
        <w:ind w:left="3742"/>
      </w:pPr>
    </w:p>
    <w:p w:rsidR="00F76C0B" w:rsidRDefault="00F76C0B" w:rsidP="00416F8B">
      <w:pPr>
        <w:pStyle w:val="BodyText"/>
        <w:tabs>
          <w:tab w:val="center" w:pos="6974"/>
        </w:tabs>
      </w:pPr>
    </w:p>
    <w:p w:rsidR="00F76C0B" w:rsidRDefault="00F76C0B" w:rsidP="00416F8B">
      <w:pPr>
        <w:pStyle w:val="BodyText"/>
        <w:tabs>
          <w:tab w:val="center" w:pos="6974"/>
        </w:tabs>
      </w:pPr>
    </w:p>
    <w:p w:rsidR="00F76C0B" w:rsidRDefault="00F76C0B" w:rsidP="00416F8B">
      <w:pPr>
        <w:pStyle w:val="BodyText"/>
        <w:tabs>
          <w:tab w:val="center" w:pos="6974"/>
        </w:tabs>
      </w:pPr>
    </w:p>
    <w:p w:rsidR="00F76C0B" w:rsidRDefault="00F76C0B" w:rsidP="00416F8B">
      <w:pPr>
        <w:pStyle w:val="BodyText"/>
        <w:tabs>
          <w:tab w:val="center" w:pos="6974"/>
        </w:tabs>
      </w:pPr>
    </w:p>
    <w:p w:rsidR="00F76C0B" w:rsidRDefault="00F76C0B" w:rsidP="00416F8B">
      <w:pPr>
        <w:pStyle w:val="BodyText"/>
        <w:tabs>
          <w:tab w:val="center" w:pos="6974"/>
        </w:tabs>
      </w:pPr>
    </w:p>
    <w:p w:rsidR="00F76C0B" w:rsidRDefault="00F76C0B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Město Veverská Bítýška schválený závěrečný účet za rok 2021.</w:t>
      </w:r>
    </w:p>
    <w:p w:rsidR="00F76C0B" w:rsidRDefault="00F76C0B" w:rsidP="00416F8B">
      <w:pPr>
        <w:pStyle w:val="BodyText"/>
        <w:tabs>
          <w:tab w:val="center" w:pos="6974"/>
        </w:tabs>
        <w:ind w:firstLine="142"/>
      </w:pPr>
    </w:p>
    <w:p w:rsidR="00F76C0B" w:rsidRDefault="00F76C0B" w:rsidP="006B3477">
      <w:pPr>
        <w:pStyle w:val="BodyText"/>
        <w:ind w:firstLine="142"/>
        <w:rPr>
          <w:b/>
          <w:bCs/>
        </w:rPr>
      </w:pPr>
    </w:p>
    <w:p w:rsidR="00F76C0B" w:rsidRDefault="00F76C0B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96pt" o:ole="">
            <v:imagedata r:id="rId7" o:title=""/>
          </v:shape>
          <o:OLEObject Type="Embed" ProgID="Word.Document.8" ShapeID="_x0000_i1025" DrawAspect="Content" ObjectID="_1717238546" r:id="rId8">
            <o:FieldCodes>\s</o:FieldCodes>
          </o:OLEObject>
        </w:object>
      </w:r>
    </w:p>
    <w:p w:rsidR="00F76C0B" w:rsidRDefault="00F76C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F76C0B" w:rsidRDefault="00F76C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2021 činil </w:t>
      </w:r>
      <w:r>
        <w:rPr>
          <w:b/>
          <w:bCs/>
        </w:rPr>
        <w:t>32 810 110,34</w:t>
      </w:r>
      <w:r w:rsidRPr="00033F95">
        <w:rPr>
          <w:b/>
          <w:bCs/>
        </w:rPr>
        <w:t xml:space="preserve"> Kč.</w:t>
      </w:r>
    </w:p>
    <w:p w:rsidR="00F76C0B" w:rsidRPr="00952595" w:rsidRDefault="00F76C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F76C0B" w:rsidRPr="00952595" w:rsidRDefault="00F76C0B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9. prosince 2020 byla zastupitelstvem města</w:t>
      </w:r>
      <w:r w:rsidRPr="00952595">
        <w:rPr>
          <w:noProof w:val="0"/>
          <w:sz w:val="24"/>
          <w:szCs w:val="24"/>
        </w:rPr>
        <w:t xml:space="preserve">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a Veverská Bítýška na rok 2021</w:t>
      </w:r>
      <w:r w:rsidRPr="00952595">
        <w:rPr>
          <w:noProof w:val="0"/>
          <w:sz w:val="24"/>
          <w:szCs w:val="24"/>
        </w:rPr>
        <w:t xml:space="preserve"> byl</w:t>
      </w:r>
      <w:r>
        <w:rPr>
          <w:noProof w:val="0"/>
          <w:sz w:val="24"/>
          <w:szCs w:val="24"/>
        </w:rPr>
        <w:t xml:space="preserve"> schválen zastupitelstvem města dne 3. března 2021</w:t>
      </w:r>
      <w:r w:rsidRPr="00952595">
        <w:rPr>
          <w:noProof w:val="0"/>
          <w:sz w:val="24"/>
          <w:szCs w:val="24"/>
        </w:rPr>
        <w:t>.</w:t>
      </w:r>
    </w:p>
    <w:p w:rsidR="00F76C0B" w:rsidRPr="00952595" w:rsidRDefault="00F76C0B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56 964 200,- Kč, výdaje celkem: 145 028 100,- Kč, financování celkem: 88 063 9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1 582 8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2021</w:t>
      </w:r>
      <w:r w:rsidRPr="00952595">
        <w:rPr>
          <w:noProof w:val="0"/>
          <w:sz w:val="24"/>
          <w:szCs w:val="24"/>
        </w:rPr>
        <w:t>.</w:t>
      </w:r>
    </w:p>
    <w:p w:rsidR="00F76C0B" w:rsidRPr="00952595" w:rsidRDefault="00F76C0B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F76C0B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F76C0B" w:rsidRPr="00952595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53 663 710,29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F76C0B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F76C0B" w:rsidRPr="00952595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2 038 149,06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F76C0B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F76C0B" w:rsidRPr="00952595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913 520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F76C0B" w:rsidRDefault="00F76C0B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F76C0B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1 189 117,00 Kč</w:t>
      </w:r>
    </w:p>
    <w:p w:rsidR="00F76C0B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99 917,00 Kč</w:t>
      </w:r>
    </w:p>
    <w:p w:rsidR="00F76C0B" w:rsidRDefault="00F76C0B" w:rsidP="002012A7">
      <w:pPr>
        <w:tabs>
          <w:tab w:val="right" w:pos="5700"/>
          <w:tab w:val="right" w:pos="92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pobytu                                               celkem                       42 712,00 Kč</w:t>
      </w:r>
    </w:p>
    <w:p w:rsidR="00F76C0B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43 064,00 Kč</w:t>
      </w:r>
    </w:p>
    <w:p w:rsidR="00F76C0B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45 600,00 Kč</w:t>
      </w:r>
    </w:p>
    <w:p w:rsidR="00F76C0B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359 825,00 Kč</w:t>
      </w:r>
    </w:p>
    <w:p w:rsidR="00F76C0B" w:rsidRPr="00952595" w:rsidRDefault="00F76C0B" w:rsidP="002012A7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rPr>
          <w:noProof w:val="0"/>
          <w:sz w:val="24"/>
          <w:szCs w:val="24"/>
        </w:rPr>
      </w:pPr>
    </w:p>
    <w:p w:rsidR="00F76C0B" w:rsidRPr="00952595" w:rsidRDefault="00F76C0B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F76C0B" w:rsidRPr="00952595" w:rsidRDefault="00F76C0B" w:rsidP="002012A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76C0B" w:rsidRDefault="00F76C0B" w:rsidP="002012A7">
      <w:pPr>
        <w:tabs>
          <w:tab w:val="lef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F76C0B" w:rsidRPr="00E12D74" w:rsidRDefault="00F76C0B" w:rsidP="002012A7">
      <w:pPr>
        <w:autoSpaceDE w:val="0"/>
        <w:autoSpaceDN w:val="0"/>
        <w:adjustRightInd w:val="0"/>
        <w:ind w:firstLine="142"/>
      </w:pPr>
      <w:r>
        <w:rPr>
          <w:noProof w:val="0"/>
          <w:sz w:val="24"/>
          <w:szCs w:val="24"/>
        </w:rPr>
        <w:t>§ 0000     Sociální fond-splátky půjčených prostředků                                          10 000,00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    46 745,00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39 716,77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  9 000,00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2310      Pronájem vodovodní infrastruktury                                                    767 005,69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2321      Pronájem kanalizační infrastruktury                                                   787 181,23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3113      Tělocvična-poplatky za užívání tělocvičny                                          31 875,00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kopírování,příměst.tábor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62 499,00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681,00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3349      Příjmy z inzerce ve Zpravodaji                                                              16 114,49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3399      Dny města – Běh pro Slešťůvku                                                              8 401,00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25 210,00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3631      Veřejné osvětlení-přijatý neinvestiční dar                                               3 000,00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68 600,00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     7 000,00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3639      Komunální služby-příjmy z poskytování služeb                                        653,00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229 667,48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 Využívání a zneškodňování nebezpečných odpadů                                   358,10 Kč</w:t>
      </w:r>
    </w:p>
    <w:p w:rsidR="00F76C0B" w:rsidRDefault="00F76C0B" w:rsidP="002012A7">
      <w:pPr>
        <w:tabs>
          <w:tab w:val="left" w:pos="1134"/>
          <w:tab w:val="left" w:pos="1600"/>
          <w:tab w:val="right" w:pos="93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 odpadů                              769 516,99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3769      Ostatní správa v ochraně život.prostředí                                               10 000,00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6 046,00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506,00 Kč</w:t>
      </w:r>
    </w:p>
    <w:p w:rsidR="00F76C0B" w:rsidRPr="00D33EEE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577 522,84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účtů fondů)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506,79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36,56 Kč</w:t>
      </w:r>
    </w:p>
    <w:p w:rsidR="00F76C0B" w:rsidRDefault="00F76C0B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účtech-fond pro obnovu vodoh.majetku                   50,75 Kč</w:t>
      </w:r>
    </w:p>
    <w:p w:rsidR="00F76C0B" w:rsidRDefault="00F76C0B" w:rsidP="002012A7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6402      Finanční vypořádání                                                                               41 383,00 Kč</w:t>
      </w:r>
    </w:p>
    <w:p w:rsidR="00F76C0B" w:rsidRPr="00D33EEE" w:rsidRDefault="00F76C0B" w:rsidP="00996EDA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Doplňkové příjmy                                                                                           3,03 Kč</w:t>
      </w:r>
    </w:p>
    <w:p w:rsidR="00F76C0B" w:rsidRPr="00952595" w:rsidRDefault="00F76C0B" w:rsidP="002012A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76C0B" w:rsidRPr="00580355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> 339 304</w:t>
      </w:r>
      <w:r w:rsidRPr="00580355">
        <w:rPr>
          <w:noProof w:val="0"/>
          <w:sz w:val="24"/>
          <w:szCs w:val="24"/>
        </w:rPr>
        <w:t>,00 Kč</w:t>
      </w:r>
    </w:p>
    <w:p w:rsidR="00F76C0B" w:rsidRPr="00580355" w:rsidRDefault="00F76C0B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 xml:space="preserve">      </w:t>
      </w: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Default="00F76C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76C0B" w:rsidRPr="00952595" w:rsidRDefault="00F76C0B" w:rsidP="00B13632">
      <w:pPr>
        <w:autoSpaceDE w:val="0"/>
        <w:autoSpaceDN w:val="0"/>
        <w:adjustRightInd w:val="0"/>
        <w:rPr>
          <w:b/>
          <w:bCs/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F76C0B" w:rsidRDefault="00F76C0B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2021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F76C0B" w:rsidRPr="00952595" w:rsidRDefault="00F76C0B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F76C0B" w:rsidRPr="00952595">
        <w:tc>
          <w:tcPr>
            <w:tcW w:w="1462" w:type="dxa"/>
            <w:tcBorders>
              <w:top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F76C0B" w:rsidRPr="00952595">
        <w:trPr>
          <w:trHeight w:val="591"/>
        </w:trPr>
        <w:tc>
          <w:tcPr>
            <w:tcW w:w="1462" w:type="dxa"/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98071</w:t>
            </w:r>
          </w:p>
        </w:tc>
        <w:tc>
          <w:tcPr>
            <w:tcW w:w="3827" w:type="dxa"/>
          </w:tcPr>
          <w:p w:rsidR="00F76C0B" w:rsidRDefault="00F76C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Parlamentu ČR</w:t>
            </w:r>
          </w:p>
        </w:tc>
        <w:tc>
          <w:tcPr>
            <w:tcW w:w="1701" w:type="dxa"/>
          </w:tcPr>
          <w:p w:rsidR="00F76C0B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62 000,00</w:t>
            </w:r>
          </w:p>
        </w:tc>
        <w:tc>
          <w:tcPr>
            <w:tcW w:w="1701" w:type="dxa"/>
          </w:tcPr>
          <w:p w:rsidR="00F76C0B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62 000,00</w:t>
            </w:r>
          </w:p>
        </w:tc>
      </w:tr>
      <w:tr w:rsidR="00F76C0B" w:rsidRPr="00952595">
        <w:tc>
          <w:tcPr>
            <w:tcW w:w="1462" w:type="dxa"/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98037</w:t>
            </w:r>
          </w:p>
        </w:tc>
        <w:tc>
          <w:tcPr>
            <w:tcW w:w="3827" w:type="dxa"/>
          </w:tcPr>
          <w:p w:rsidR="00F76C0B" w:rsidRPr="00007B65" w:rsidRDefault="00F76C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F76C0B" w:rsidRPr="00007B65" w:rsidRDefault="00F76C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Kompenzační bonus</w:t>
            </w:r>
          </w:p>
        </w:tc>
        <w:tc>
          <w:tcPr>
            <w:tcW w:w="1701" w:type="dxa"/>
          </w:tcPr>
          <w:p w:rsidR="00F76C0B" w:rsidRPr="00007B65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760 550,08</w:t>
            </w:r>
          </w:p>
        </w:tc>
        <w:tc>
          <w:tcPr>
            <w:tcW w:w="1701" w:type="dxa"/>
          </w:tcPr>
          <w:p w:rsidR="00F76C0B" w:rsidRPr="00007B65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760 550,08</w:t>
            </w:r>
          </w:p>
        </w:tc>
      </w:tr>
      <w:tr w:rsidR="00F76C0B" w:rsidRPr="00952595">
        <w:tc>
          <w:tcPr>
            <w:tcW w:w="1462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F76C0B" w:rsidRPr="00007B65" w:rsidRDefault="00F76C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2 400 4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F76C0B" w:rsidRPr="00007B65" w:rsidRDefault="00F76C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2 400 4</w:t>
            </w:r>
            <w:r w:rsidRPr="00007B65">
              <w:rPr>
                <w:noProof w:val="0"/>
              </w:rPr>
              <w:t>00,00</w:t>
            </w:r>
          </w:p>
        </w:tc>
      </w:tr>
      <w:tr w:rsidR="00F76C0B" w:rsidRPr="00952595">
        <w:tc>
          <w:tcPr>
            <w:tcW w:w="1462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F76C0B" w:rsidRPr="00007B65" w:rsidRDefault="00F76C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obcí</w:t>
            </w:r>
          </w:p>
        </w:tc>
        <w:tc>
          <w:tcPr>
            <w:tcW w:w="1701" w:type="dxa"/>
          </w:tcPr>
          <w:p w:rsidR="00F76C0B" w:rsidRPr="00007B65" w:rsidRDefault="00F76C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F76C0B" w:rsidRPr="00007B65" w:rsidRDefault="00F76C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</w:t>
            </w:r>
            <w:r w:rsidRPr="00007B65">
              <w:rPr>
                <w:noProof w:val="0"/>
              </w:rPr>
              <w:t>,00</w:t>
            </w:r>
          </w:p>
        </w:tc>
      </w:tr>
      <w:tr w:rsidR="00F76C0B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4122</w:t>
            </w: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00551</w:t>
            </w: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F76C0B" w:rsidRPr="00AA7989" w:rsidRDefault="00F76C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krajů – pro JSDH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76C0B" w:rsidRPr="00AA7989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43 000,00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76C0B" w:rsidRPr="00AA7989" w:rsidRDefault="00F76C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43 000,00</w:t>
            </w:r>
          </w:p>
        </w:tc>
      </w:tr>
      <w:tr w:rsidR="00F76C0B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F76C0B" w:rsidRPr="00007B65" w:rsidRDefault="00F76C0B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F76C0B" w:rsidRPr="00007B65" w:rsidRDefault="00F76C0B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3 275 950,08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76C0B" w:rsidRPr="00007B65" w:rsidRDefault="00F76C0B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3 275 950,08</w:t>
            </w:r>
          </w:p>
        </w:tc>
      </w:tr>
    </w:tbl>
    <w:p w:rsidR="00F76C0B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F76C0B" w:rsidRPr="00952595" w:rsidRDefault="00F76C0B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76C0B" w:rsidRPr="00952595" w:rsidRDefault="00F76C0B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2020 ve výši 88 858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1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F76C0B" w:rsidRPr="00952595" w:rsidRDefault="00F76C0B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2021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zbývajících 794 114,- Kč. K 31.8.2021 je úvěr splacen.</w:t>
      </w:r>
    </w:p>
    <w:p w:rsidR="00F76C0B" w:rsidRPr="00952595" w:rsidRDefault="00F76C0B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F76C0B" w:rsidRPr="00952595" w:rsidRDefault="00F76C0B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2021</w:t>
      </w:r>
    </w:p>
    <w:p w:rsidR="00F76C0B" w:rsidRPr="00952595" w:rsidRDefault="00F76C0B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107 826 225,70</w:t>
      </w:r>
      <w:r w:rsidRPr="006C1E4F">
        <w:t xml:space="preserve"> Kč</w:t>
      </w:r>
    </w:p>
    <w:p w:rsidR="00F76C0B" w:rsidRPr="00952595" w:rsidRDefault="00F76C0B" w:rsidP="00E70437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 CZ – vlastní prostředky                                  1 242,09 Kč</w:t>
      </w:r>
    </w:p>
    <w:p w:rsidR="00F76C0B" w:rsidRPr="00952595" w:rsidRDefault="00F76C0B" w:rsidP="00E70437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1 375 944,03</w:t>
      </w:r>
      <w:r w:rsidRPr="004D5D6C">
        <w:t xml:space="preserve"> Kč </w:t>
      </w:r>
      <w:r w:rsidRPr="00952595">
        <w:t xml:space="preserve"> </w:t>
      </w:r>
    </w:p>
    <w:p w:rsidR="00F76C0B" w:rsidRPr="00952595" w:rsidRDefault="00F76C0B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F76C0B" w:rsidRDefault="00F76C0B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906,29</w:t>
      </w:r>
      <w:r w:rsidRPr="00952595">
        <w:t xml:space="preserve"> Kč</w:t>
      </w:r>
    </w:p>
    <w:p w:rsidR="00F76C0B" w:rsidRPr="00952595" w:rsidRDefault="00F76C0B" w:rsidP="007C29B3">
      <w:pPr>
        <w:pStyle w:val="BodyText"/>
        <w:tabs>
          <w:tab w:val="right" w:pos="8647"/>
        </w:tabs>
        <w:ind w:left="993" w:hanging="851"/>
      </w:pPr>
      <w:r>
        <w:t>245 0100  Depozitní účet u ČSOB-vlastní prostředky                                        380,44 Kč</w:t>
      </w:r>
    </w:p>
    <w:p w:rsidR="00F76C0B" w:rsidRDefault="00F76C0B" w:rsidP="00E1000D">
      <w:pPr>
        <w:pStyle w:val="BodyText"/>
        <w:tabs>
          <w:tab w:val="right" w:pos="8647"/>
        </w:tabs>
        <w:ind w:left="993" w:hanging="851"/>
      </w:pPr>
      <w:r>
        <w:t>245 0100  Depozitní účet u ČSOB-prostředky opatrovanců                          23 586,00 Kč</w:t>
      </w:r>
    </w:p>
    <w:p w:rsidR="00F76C0B" w:rsidRPr="00952595" w:rsidRDefault="00F76C0B" w:rsidP="00E1000D">
      <w:pPr>
        <w:pStyle w:val="BodyText"/>
        <w:tabs>
          <w:tab w:val="right" w:pos="8647"/>
        </w:tabs>
        <w:ind w:left="993" w:hanging="851"/>
      </w:pPr>
      <w:r>
        <w:t>245 0200  Depozitní spořící účet u ČSOB-prostředky opatrovanců            100 027,84 Kč</w:t>
      </w:r>
    </w:p>
    <w:p w:rsidR="00F76C0B" w:rsidRPr="00952595" w:rsidRDefault="00F76C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275 150,56</w:t>
      </w:r>
      <w:r w:rsidRPr="006C1E4F">
        <w:t xml:space="preserve"> Kč</w:t>
      </w:r>
    </w:p>
    <w:p w:rsidR="00F76C0B" w:rsidRDefault="00F76C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82 009,00</w:t>
      </w:r>
      <w:r w:rsidRPr="006C1E4F">
        <w:t xml:space="preserve"> Kč</w:t>
      </w:r>
    </w:p>
    <w:p w:rsidR="00F76C0B" w:rsidRDefault="00F76C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 0300 BÚ u České spoř.-fond pro obnovu vodoh.maj.-vodovod         1 178 179,28 Kč</w:t>
      </w:r>
    </w:p>
    <w:p w:rsidR="00F76C0B" w:rsidRDefault="00F76C0B" w:rsidP="00C93D6C">
      <w:pPr>
        <w:pStyle w:val="BodyText"/>
        <w:tabs>
          <w:tab w:val="left" w:pos="993"/>
          <w:tab w:val="right" w:pos="8647"/>
          <w:tab w:val="left" w:pos="9100"/>
        </w:tabs>
        <w:ind w:left="993" w:hanging="851"/>
      </w:pPr>
      <w:r>
        <w:t>236 0400 BÚ u České spoř.-fond pro obnovu vodoh.maj.-kanalizace         808 026,23 Kč</w:t>
      </w:r>
    </w:p>
    <w:p w:rsidR="00F76C0B" w:rsidRPr="00952595" w:rsidRDefault="00F76C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952 165,41 Kč</w:t>
      </w:r>
    </w:p>
    <w:p w:rsidR="00F76C0B" w:rsidRPr="00952595" w:rsidRDefault="00F76C0B" w:rsidP="006B3477">
      <w:pPr>
        <w:pStyle w:val="BodyText"/>
        <w:ind w:firstLine="142"/>
      </w:pPr>
    </w:p>
    <w:p w:rsidR="00F76C0B" w:rsidRPr="00952595" w:rsidRDefault="00F76C0B" w:rsidP="006B3477">
      <w:pPr>
        <w:pStyle w:val="BodyText"/>
        <w:ind w:firstLine="142"/>
      </w:pPr>
    </w:p>
    <w:p w:rsidR="00F76C0B" w:rsidRPr="00952595" w:rsidRDefault="00F76C0B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F76C0B" w:rsidRPr="00952595" w:rsidRDefault="00F76C0B" w:rsidP="006B3477">
      <w:pPr>
        <w:pStyle w:val="BodyText"/>
        <w:ind w:firstLine="142"/>
      </w:pPr>
    </w:p>
    <w:p w:rsidR="00F76C0B" w:rsidRPr="0089714A" w:rsidRDefault="00F76C0B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F76C0B" w:rsidRPr="00177B98" w:rsidRDefault="00F76C0B" w:rsidP="008839E4">
      <w:pPr>
        <w:pStyle w:val="BodyText"/>
        <w:tabs>
          <w:tab w:val="right" w:pos="9072"/>
        </w:tabs>
        <w:ind w:firstLine="142"/>
      </w:pPr>
      <w:r>
        <w:t>Pozemky-nákup pozemků</w:t>
      </w:r>
      <w:r>
        <w:tab/>
        <w:t>88 103,0</w:t>
      </w:r>
      <w:r w:rsidRPr="00177B98">
        <w:t>0 Kč</w:t>
      </w:r>
    </w:p>
    <w:p w:rsidR="00F76C0B" w:rsidRPr="00177B98" w:rsidRDefault="00F76C0B" w:rsidP="000A1689">
      <w:pPr>
        <w:pStyle w:val="BodyText"/>
        <w:tabs>
          <w:tab w:val="right" w:pos="9072"/>
        </w:tabs>
        <w:ind w:firstLine="142"/>
      </w:pPr>
      <w:r w:rsidRPr="00177B98">
        <w:t>Tvorba efektového</w:t>
      </w:r>
      <w:r>
        <w:t xml:space="preserve"> webu města Veverská Bítýška</w:t>
      </w:r>
      <w:r>
        <w:tab/>
        <w:t>60 5</w:t>
      </w:r>
      <w:r w:rsidRPr="00177B98">
        <w:t>00,00 Kč</w:t>
      </w:r>
    </w:p>
    <w:p w:rsidR="00F76C0B" w:rsidRPr="00177B98" w:rsidRDefault="00F76C0B" w:rsidP="000A1689">
      <w:pPr>
        <w:pStyle w:val="BodyText"/>
        <w:tabs>
          <w:tab w:val="right" w:pos="9072"/>
        </w:tabs>
        <w:ind w:firstLine="142"/>
      </w:pPr>
      <w:r>
        <w:t>Veřejné osvětlení ul.Tejny</w:t>
      </w:r>
      <w:r>
        <w:tab/>
        <w:t>74 614,65</w:t>
      </w:r>
      <w:r w:rsidRPr="00177B98">
        <w:t xml:space="preserve"> Kč</w:t>
      </w:r>
    </w:p>
    <w:p w:rsidR="00F76C0B" w:rsidRPr="00177B98" w:rsidRDefault="00F76C0B" w:rsidP="00AA6E22">
      <w:pPr>
        <w:pStyle w:val="BodyText"/>
        <w:tabs>
          <w:tab w:val="right" w:pos="9072"/>
        </w:tabs>
      </w:pPr>
      <w:r w:rsidRPr="00177B98">
        <w:t xml:space="preserve">  Hři</w:t>
      </w:r>
      <w:r>
        <w:t>ště Ostrůvek-posilovací stroj</w:t>
      </w:r>
      <w:r w:rsidRPr="00177B98">
        <w:t xml:space="preserve">                                             </w:t>
      </w:r>
      <w:r>
        <w:t xml:space="preserve">                               41 555,43</w:t>
      </w:r>
      <w:r w:rsidRPr="00177B98">
        <w:t xml:space="preserve"> Kč</w:t>
      </w:r>
    </w:p>
    <w:p w:rsidR="00F76C0B" w:rsidRPr="00177B98" w:rsidRDefault="00F76C0B" w:rsidP="000A1689">
      <w:pPr>
        <w:pStyle w:val="BodyText"/>
        <w:tabs>
          <w:tab w:val="right" w:pos="9072"/>
        </w:tabs>
        <w:ind w:firstLine="142"/>
      </w:pPr>
      <w:r>
        <w:t>Kašparova louka-sestava lanových drah</w:t>
      </w:r>
      <w:r w:rsidRPr="00177B98">
        <w:t xml:space="preserve">                    </w:t>
      </w:r>
      <w:r>
        <w:t xml:space="preserve">                                            79 785</w:t>
      </w:r>
      <w:r w:rsidRPr="00177B98">
        <w:t>,00 Kč</w:t>
      </w:r>
    </w:p>
    <w:p w:rsidR="00F76C0B" w:rsidRPr="00177B98" w:rsidRDefault="00F76C0B" w:rsidP="00665622">
      <w:pPr>
        <w:pStyle w:val="BodyText"/>
        <w:tabs>
          <w:tab w:val="right" w:pos="9072"/>
        </w:tabs>
      </w:pPr>
      <w:r>
        <w:t xml:space="preserve">  Hřiště na sídlišti za domem č.p.612-lanová pyramida</w:t>
      </w:r>
      <w:r>
        <w:tab/>
        <w:t>172 473,40</w:t>
      </w:r>
      <w:r w:rsidRPr="00177B98">
        <w:t xml:space="preserve"> Kč</w:t>
      </w:r>
    </w:p>
    <w:p w:rsidR="00F76C0B" w:rsidRPr="00177B98" w:rsidRDefault="00F76C0B" w:rsidP="000A1689">
      <w:pPr>
        <w:pStyle w:val="BodyText"/>
        <w:tabs>
          <w:tab w:val="right" w:pos="9072"/>
        </w:tabs>
        <w:ind w:firstLine="142"/>
      </w:pPr>
      <w:r>
        <w:t xml:space="preserve">Hasiči-skladovací kontejner                                              </w:t>
      </w:r>
      <w:r>
        <w:tab/>
        <w:t>90 750,00</w:t>
      </w:r>
      <w:r w:rsidRPr="00177B98">
        <w:t xml:space="preserve"> Kč</w:t>
      </w:r>
    </w:p>
    <w:p w:rsidR="00F76C0B" w:rsidRPr="00177B98" w:rsidRDefault="00F76C0B" w:rsidP="00405022">
      <w:pPr>
        <w:pStyle w:val="BodyText"/>
        <w:tabs>
          <w:tab w:val="right" w:pos="9072"/>
        </w:tabs>
        <w:ind w:firstLine="142"/>
      </w:pPr>
      <w:r>
        <w:t>Pitná voda-vrt HV 102</w:t>
      </w:r>
      <w:r>
        <w:tab/>
        <w:t>2 295 380,59</w:t>
      </w:r>
      <w:r w:rsidRPr="00177B98">
        <w:t xml:space="preserve"> Kč</w:t>
      </w:r>
    </w:p>
    <w:p w:rsidR="00F76C0B" w:rsidRPr="00177B98" w:rsidRDefault="00F76C0B" w:rsidP="001332AE">
      <w:pPr>
        <w:pStyle w:val="BodyText"/>
        <w:tabs>
          <w:tab w:val="right" w:pos="9072"/>
        </w:tabs>
        <w:ind w:firstLine="142"/>
      </w:pPr>
      <w:r>
        <w:t>Kulturní dům-stavební úpravy                                                                          3 983 407,52</w:t>
      </w:r>
      <w:r w:rsidRPr="00177B98">
        <w:t xml:space="preserve"> Kč</w:t>
      </w:r>
    </w:p>
    <w:p w:rsidR="00F76C0B" w:rsidRPr="00177B98" w:rsidRDefault="00F76C0B" w:rsidP="003B1536">
      <w:pPr>
        <w:pStyle w:val="BodyText"/>
        <w:tabs>
          <w:tab w:val="right" w:pos="9072"/>
        </w:tabs>
      </w:pPr>
      <w:r>
        <w:t xml:space="preserve">  Územní rozvoj-úprava náměstí –dopravní studie </w:t>
      </w:r>
      <w:r w:rsidRPr="00952595">
        <w:tab/>
      </w:r>
      <w:r>
        <w:t>326 942,00</w:t>
      </w:r>
      <w:r w:rsidRPr="00177B98">
        <w:t xml:space="preserve"> Kč</w:t>
      </w:r>
    </w:p>
    <w:p w:rsidR="00F76C0B" w:rsidRPr="00177B98" w:rsidRDefault="00F76C0B" w:rsidP="003B1536">
      <w:pPr>
        <w:pStyle w:val="BodyText"/>
        <w:tabs>
          <w:tab w:val="right" w:pos="9072"/>
        </w:tabs>
      </w:pPr>
      <w:r>
        <w:t xml:space="preserve">  Místní rozhlas Bílý potok –úsek 1</w:t>
      </w:r>
      <w:r w:rsidRPr="00177B98">
        <w:t xml:space="preserve">                                      </w:t>
      </w:r>
      <w:r>
        <w:t xml:space="preserve">                                   66 646,20</w:t>
      </w:r>
      <w:r w:rsidRPr="00177B98">
        <w:t xml:space="preserve"> Kč</w:t>
      </w:r>
    </w:p>
    <w:p w:rsidR="00F76C0B" w:rsidRPr="00177B98" w:rsidRDefault="00F76C0B" w:rsidP="003B1536">
      <w:pPr>
        <w:pStyle w:val="BodyText"/>
        <w:tabs>
          <w:tab w:val="right" w:pos="9072"/>
        </w:tabs>
      </w:pPr>
      <w:r>
        <w:t xml:space="preserve">  Místní rozhlas Zábíteší-Eichlerova</w:t>
      </w:r>
      <w:r w:rsidRPr="00177B98">
        <w:t xml:space="preserve">                             </w:t>
      </w:r>
      <w:r>
        <w:t xml:space="preserve">                                         124 570,1</w:t>
      </w:r>
      <w:r w:rsidRPr="00177B98">
        <w:t xml:space="preserve">0 Kč  </w:t>
      </w:r>
    </w:p>
    <w:p w:rsidR="00F76C0B" w:rsidRPr="00177B98" w:rsidRDefault="00F76C0B" w:rsidP="00A5688F">
      <w:pPr>
        <w:pStyle w:val="BodyText"/>
        <w:tabs>
          <w:tab w:val="right" w:pos="9100"/>
        </w:tabs>
      </w:pPr>
      <w:r>
        <w:t xml:space="preserve">  Místní rozhlas-ústředna +bezdrátové rozhl.hlásiče  (17 ks)</w:t>
      </w:r>
      <w:r w:rsidRPr="00177B98">
        <w:t xml:space="preserve">                    </w:t>
      </w:r>
      <w:r>
        <w:t xml:space="preserve">            366 248,85</w:t>
      </w:r>
      <w:r w:rsidRPr="00177B98">
        <w:t xml:space="preserve"> Kč</w:t>
      </w:r>
    </w:p>
    <w:p w:rsidR="00F76C0B" w:rsidRPr="00177B98" w:rsidRDefault="00F76C0B" w:rsidP="003B1536">
      <w:pPr>
        <w:pStyle w:val="BodyText"/>
        <w:tabs>
          <w:tab w:val="right" w:pos="9072"/>
        </w:tabs>
      </w:pPr>
      <w:r>
        <w:t xml:space="preserve">  Oplocení školní zahrady</w:t>
      </w:r>
      <w:r w:rsidRPr="00177B98">
        <w:t xml:space="preserve">                                                      </w:t>
      </w:r>
      <w:r>
        <w:t xml:space="preserve">                                  12 501,6</w:t>
      </w:r>
      <w:r w:rsidRPr="00177B98">
        <w:t>0 Kč</w:t>
      </w:r>
    </w:p>
    <w:p w:rsidR="00F76C0B" w:rsidRPr="00177B98" w:rsidRDefault="00F76C0B" w:rsidP="00A5688F">
      <w:pPr>
        <w:pStyle w:val="BodyText"/>
        <w:tabs>
          <w:tab w:val="left" w:pos="8600"/>
          <w:tab w:val="left" w:pos="8800"/>
          <w:tab w:val="right" w:pos="9072"/>
        </w:tabs>
      </w:pPr>
      <w:r>
        <w:t xml:space="preserve">  Budova Boční č.p. 81</w:t>
      </w:r>
      <w:r w:rsidRPr="00177B98">
        <w:t xml:space="preserve">                                                                   </w:t>
      </w:r>
      <w:r>
        <w:t xml:space="preserve">                          84 551,52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>
        <w:t xml:space="preserve">  Veřejné osvětlení M.Kudeříkové</w:t>
      </w:r>
      <w:r>
        <w:tab/>
        <w:t>164 368,25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Chodník-ul.</w:t>
      </w:r>
      <w:r>
        <w:t>Tišnovská (v Trhovici)</w:t>
      </w:r>
      <w:r w:rsidRPr="00177B98">
        <w:t xml:space="preserve">                           </w:t>
      </w:r>
      <w:r>
        <w:t xml:space="preserve">                                       2 005 571,77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Chodník-ul. Tišnovská-propojovací chodník-Nádražní</w:t>
      </w:r>
      <w:r>
        <w:t>-Pod Horkou               1 296 378,22</w:t>
      </w:r>
      <w:r w:rsidRPr="00177B98">
        <w:t xml:space="preserve"> Kč 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Pitná voda-ul.9.května-prodloužení vodovodu                       </w:t>
      </w:r>
      <w:r>
        <w:t xml:space="preserve">                               62 269,50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VH-ul.9.května-prodloužení splaškové kanalizace                 </w:t>
      </w:r>
      <w:r>
        <w:t xml:space="preserve">                              25 579,50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>
        <w:t xml:space="preserve">  Místní komunikace-Okřínek</w:t>
      </w:r>
      <w:r w:rsidRPr="00177B98">
        <w:t xml:space="preserve">                           </w:t>
      </w:r>
      <w:r>
        <w:t xml:space="preserve">                                                         9 680,00</w:t>
      </w:r>
      <w:r w:rsidRPr="00177B98">
        <w:t xml:space="preserve"> Kč</w:t>
      </w:r>
    </w:p>
    <w:p w:rsidR="00F76C0B" w:rsidRPr="00177B98" w:rsidRDefault="00F76C0B" w:rsidP="00A5688F">
      <w:pPr>
        <w:pStyle w:val="BodyText"/>
        <w:tabs>
          <w:tab w:val="right" w:pos="9072"/>
        </w:tabs>
      </w:pPr>
      <w:r w:rsidRPr="00177B98">
        <w:t xml:space="preserve"> </w:t>
      </w:r>
      <w:r>
        <w:t xml:space="preserve"> Místní komunikace Na Babkách</w:t>
      </w:r>
      <w:r w:rsidRPr="00177B98">
        <w:t xml:space="preserve">                       </w:t>
      </w:r>
      <w:r>
        <w:t xml:space="preserve">                                                2 954 135,12</w:t>
      </w:r>
      <w:r w:rsidRPr="00177B98">
        <w:t xml:space="preserve"> Kč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Pitná </w:t>
      </w:r>
      <w:r>
        <w:t>voda-nákup vodovodu (Na Babkách)</w:t>
      </w:r>
      <w:r w:rsidRPr="00177B98">
        <w:t xml:space="preserve">                              </w:t>
      </w:r>
      <w:r>
        <w:t xml:space="preserve">                               1 0</w:t>
      </w:r>
      <w:r w:rsidRPr="00177B98">
        <w:t>00,00 Kč</w:t>
      </w:r>
    </w:p>
    <w:p w:rsidR="00F76C0B" w:rsidRPr="00177B98" w:rsidRDefault="00F76C0B" w:rsidP="00A5688F">
      <w:pPr>
        <w:pStyle w:val="BodyText"/>
        <w:tabs>
          <w:tab w:val="right" w:pos="9200"/>
        </w:tabs>
      </w:pPr>
      <w:r w:rsidRPr="00177B98">
        <w:t xml:space="preserve">  VH-nákup splaškové kan</w:t>
      </w:r>
      <w:r>
        <w:t>alizace (Na Babkách</w:t>
      </w:r>
      <w:r w:rsidRPr="00177B98">
        <w:t xml:space="preserve">)                                    </w:t>
      </w:r>
      <w:r>
        <w:t xml:space="preserve">                   1 0</w:t>
      </w:r>
      <w:r w:rsidRPr="00177B98">
        <w:t>00,00 Kč</w:t>
      </w:r>
    </w:p>
    <w:p w:rsidR="00F76C0B" w:rsidRPr="00177B98" w:rsidRDefault="00F76C0B" w:rsidP="00A5688F">
      <w:pPr>
        <w:pStyle w:val="BodyText"/>
        <w:tabs>
          <w:tab w:val="right" w:pos="9072"/>
        </w:tabs>
      </w:pPr>
      <w:r>
        <w:t xml:space="preserve">  Hřiště p.č.514 u byt.domu č.p.579 (sídliště)-proj.dokum.</w:t>
      </w:r>
      <w:r w:rsidRPr="00177B98">
        <w:t xml:space="preserve">   </w:t>
      </w:r>
      <w:r>
        <w:t xml:space="preserve">        </w:t>
      </w:r>
      <w:r w:rsidRPr="00177B98">
        <w:t xml:space="preserve">        </w:t>
      </w:r>
      <w:r>
        <w:t xml:space="preserve">                 97 150 ,00</w:t>
      </w:r>
      <w:r w:rsidRPr="00177B98">
        <w:t xml:space="preserve"> Kč </w:t>
      </w:r>
    </w:p>
    <w:p w:rsidR="00F76C0B" w:rsidRPr="00177B98" w:rsidRDefault="00F76C0B" w:rsidP="00ED781E">
      <w:pPr>
        <w:pStyle w:val="BodyText"/>
        <w:tabs>
          <w:tab w:val="right" w:pos="9072"/>
        </w:tabs>
      </w:pPr>
      <w:r w:rsidRPr="00177B98">
        <w:t xml:space="preserve">  </w:t>
      </w:r>
      <w:r>
        <w:t>Místní komunikace (u rybníků)-proj.dokum.</w:t>
      </w:r>
      <w:r w:rsidRPr="00177B98">
        <w:t xml:space="preserve">                                                     </w:t>
      </w:r>
      <w:r>
        <w:t xml:space="preserve"> </w:t>
      </w:r>
      <w:r w:rsidRPr="00177B98">
        <w:t xml:space="preserve">  </w:t>
      </w:r>
      <w:r>
        <w:t>59 290,00</w:t>
      </w:r>
      <w:r w:rsidRPr="00177B98">
        <w:t xml:space="preserve"> Kč</w:t>
      </w:r>
    </w:p>
    <w:p w:rsidR="00F76C0B" w:rsidRPr="00177B98" w:rsidRDefault="00F76C0B" w:rsidP="00A5688F">
      <w:pPr>
        <w:pStyle w:val="BodyText"/>
        <w:tabs>
          <w:tab w:val="right" w:pos="9072"/>
        </w:tabs>
      </w:pPr>
      <w:r w:rsidRPr="00177B98">
        <w:t xml:space="preserve">  Místní komunikace</w:t>
      </w:r>
      <w:r>
        <w:t xml:space="preserve"> V Brance-proj.dokum.  </w:t>
      </w:r>
      <w:r w:rsidRPr="00177B98">
        <w:t xml:space="preserve">             </w:t>
      </w:r>
      <w:r>
        <w:t xml:space="preserve">                                            51 959,82</w:t>
      </w:r>
      <w:r w:rsidRPr="00177B98">
        <w:t> Kč</w:t>
      </w:r>
    </w:p>
    <w:p w:rsidR="00F76C0B" w:rsidRDefault="00F76C0B" w:rsidP="00A5688F">
      <w:pPr>
        <w:pStyle w:val="BodyText"/>
        <w:tabs>
          <w:tab w:val="right" w:pos="9100"/>
        </w:tabs>
      </w:pPr>
      <w:r>
        <w:t xml:space="preserve">  Místní komunikace-park.stání Na Bítýškách-proj.dokum.</w:t>
      </w:r>
      <w:r w:rsidRPr="00177B98">
        <w:t xml:space="preserve">              </w:t>
      </w:r>
      <w:r>
        <w:t xml:space="preserve">                      35 090,00</w:t>
      </w:r>
      <w:r w:rsidRPr="00177B98">
        <w:t xml:space="preserve"> Kč</w:t>
      </w:r>
    </w:p>
    <w:p w:rsidR="00F76C0B" w:rsidRDefault="00F76C0B" w:rsidP="00ED781E">
      <w:pPr>
        <w:pStyle w:val="BodyText"/>
        <w:tabs>
          <w:tab w:val="right" w:pos="9072"/>
        </w:tabs>
      </w:pPr>
      <w:r>
        <w:t xml:space="preserve">  MŠ Pavla Perky-oplocení                                                                                    274 856,33 Kč</w:t>
      </w:r>
    </w:p>
    <w:p w:rsidR="00F76C0B" w:rsidRDefault="00F76C0B" w:rsidP="00A5688F">
      <w:pPr>
        <w:pStyle w:val="BodyText"/>
        <w:tabs>
          <w:tab w:val="left" w:pos="9100"/>
        </w:tabs>
      </w:pPr>
      <w:r>
        <w:t xml:space="preserve">  Veřejné osvětlení-Kašparova louka                                                                       50 574,95 Kč</w:t>
      </w:r>
    </w:p>
    <w:p w:rsidR="00F76C0B" w:rsidRDefault="00F76C0B" w:rsidP="001A34DD">
      <w:pPr>
        <w:pStyle w:val="BodyText"/>
        <w:tabs>
          <w:tab w:val="right" w:pos="9000"/>
        </w:tabs>
      </w:pPr>
      <w:r>
        <w:t xml:space="preserve">  Veřejné osvětlení-P.Perky,Nábř.,Říční,Tišn.-proj.dokum.                                    19 000,00 Kč</w:t>
      </w:r>
    </w:p>
    <w:p w:rsidR="00F76C0B" w:rsidRPr="001A34DD" w:rsidRDefault="00F76C0B" w:rsidP="00ED781E">
      <w:pPr>
        <w:pStyle w:val="BodyText"/>
        <w:tabs>
          <w:tab w:val="right" w:pos="9072"/>
        </w:tabs>
      </w:pPr>
      <w:r>
        <w:t xml:space="preserve">  Místní komun.-návrh na vklad-s</w:t>
      </w:r>
      <w:r w:rsidRPr="001A34DD">
        <w:t>mlouva o VB-vsakovací objekt ul.U Hřiště</w:t>
      </w:r>
      <w:r>
        <w:t xml:space="preserve">         2 000,00 Kč</w:t>
      </w:r>
    </w:p>
    <w:p w:rsidR="00F76C0B" w:rsidRPr="00952595" w:rsidRDefault="00F76C0B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 w:rsidRPr="00A5688F">
        <w:rPr>
          <w:b/>
          <w:bCs/>
        </w:rPr>
        <w:t>14 977 933,32 Kč</w:t>
      </w:r>
      <w:r>
        <w:t xml:space="preserve">     </w:t>
      </w:r>
    </w:p>
    <w:p w:rsidR="00F76C0B" w:rsidRDefault="00F76C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F76C0B" w:rsidRDefault="00F76C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F76C0B" w:rsidRPr="00952595" w:rsidRDefault="00F76C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F76C0B" w:rsidRPr="00952595" w:rsidRDefault="00F76C0B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2021</w:t>
      </w:r>
      <w:r w:rsidRPr="00952595">
        <w:t xml:space="preserve"> se jednalo o tyto investiční akce:</w:t>
      </w:r>
    </w:p>
    <w:p w:rsidR="00F76C0B" w:rsidRPr="00952595" w:rsidRDefault="00F76C0B" w:rsidP="00992969">
      <w:pPr>
        <w:pStyle w:val="BodyText"/>
        <w:tabs>
          <w:tab w:val="right" w:pos="9072"/>
        </w:tabs>
        <w:ind w:firstLine="142"/>
      </w:pPr>
      <w:r>
        <w:t>1. MŠ Pavla Perky-oplocení                                                                                119 838</w:t>
      </w:r>
      <w:r w:rsidRPr="00952595">
        <w:t>,00 Kč</w:t>
      </w:r>
    </w:p>
    <w:p w:rsidR="00F76C0B" w:rsidRPr="00952595" w:rsidRDefault="00F76C0B" w:rsidP="00BF0F6A">
      <w:pPr>
        <w:pStyle w:val="BodyText"/>
        <w:tabs>
          <w:tab w:val="right" w:pos="9072"/>
        </w:tabs>
        <w:ind w:firstLine="142"/>
      </w:pPr>
      <w:r>
        <w:t>2. Veřejné osvětlení-Kašparova louka                                                                   20 423</w:t>
      </w:r>
      <w:r w:rsidRPr="00952595">
        <w:t>,00 Kč</w:t>
      </w:r>
    </w:p>
    <w:p w:rsidR="00F76C0B" w:rsidRDefault="00F76C0B" w:rsidP="00863032">
      <w:pPr>
        <w:pStyle w:val="BodyText"/>
        <w:tabs>
          <w:tab w:val="right" w:pos="9072"/>
        </w:tabs>
        <w:ind w:firstLine="142"/>
      </w:pPr>
      <w:r>
        <w:t>3. Veřejné osvětlení M.Kudeříkové                                                                       44 073,00 Kč</w:t>
      </w:r>
    </w:p>
    <w:p w:rsidR="00F76C0B" w:rsidRPr="00952595" w:rsidRDefault="00F76C0B" w:rsidP="00863032">
      <w:pPr>
        <w:pStyle w:val="BodyText"/>
        <w:tabs>
          <w:tab w:val="right" w:pos="9072"/>
        </w:tabs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184 334</w:t>
      </w:r>
      <w:r w:rsidRPr="003A7E29">
        <w:rPr>
          <w:b/>
          <w:bCs/>
        </w:rPr>
        <w:t>,00 Kč</w:t>
      </w:r>
    </w:p>
    <w:p w:rsidR="00F76C0B" w:rsidRDefault="00F76C0B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F76C0B" w:rsidRDefault="00F76C0B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F76C0B" w:rsidRPr="00952595" w:rsidRDefault="00F76C0B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F76C0B" w:rsidRPr="00952595" w:rsidRDefault="00F76C0B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F76C0B" w:rsidRPr="00952595" w:rsidRDefault="00F76C0B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F76C0B" w:rsidRPr="00952595" w:rsidRDefault="00F76C0B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KN, zaměření</w:t>
      </w:r>
      <w:r>
        <w:tab/>
      </w:r>
      <w:r w:rsidRPr="00952595">
        <w:t xml:space="preserve">celkem </w:t>
      </w:r>
      <w:r>
        <w:t xml:space="preserve">  </w:t>
      </w:r>
      <w:r>
        <w:rPr>
          <w:b/>
          <w:bCs/>
        </w:rPr>
        <w:t>18 700,00</w:t>
      </w:r>
      <w:r w:rsidRPr="00952595">
        <w:rPr>
          <w:b/>
          <w:bCs/>
        </w:rPr>
        <w:t xml:space="preserve"> Kč</w:t>
      </w:r>
    </w:p>
    <w:p w:rsidR="00F76C0B" w:rsidRPr="00952595" w:rsidRDefault="00F76C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F76C0B" w:rsidRDefault="00F76C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F76C0B" w:rsidRDefault="00F76C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F76C0B" w:rsidRDefault="00F76C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F76C0B" w:rsidRPr="00952595" w:rsidRDefault="00F76C0B" w:rsidP="00DA29FB">
      <w:pPr>
        <w:pStyle w:val="BodyText"/>
        <w:numPr>
          <w:ilvl w:val="0"/>
          <w:numId w:val="194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   </w:t>
      </w:r>
      <w:r>
        <w:rPr>
          <w:b/>
          <w:bCs/>
        </w:rPr>
        <w:t>733 703,70</w:t>
      </w:r>
      <w:r w:rsidRPr="00952595">
        <w:rPr>
          <w:b/>
          <w:bCs/>
        </w:rPr>
        <w:t xml:space="preserve"> Kč</w:t>
      </w:r>
    </w:p>
    <w:p w:rsidR="00F76C0B" w:rsidRDefault="00F76C0B" w:rsidP="00D75543">
      <w:pPr>
        <w:pStyle w:val="BodyText"/>
        <w:numPr>
          <w:ilvl w:val="0"/>
          <w:numId w:val="195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ků,oprava chodníku Na Bílém potoce  </w:t>
      </w:r>
    </w:p>
    <w:p w:rsidR="00F76C0B" w:rsidRPr="00952595" w:rsidRDefault="00F76C0B" w:rsidP="00D75543">
      <w:pPr>
        <w:pStyle w:val="BodyText"/>
        <w:tabs>
          <w:tab w:val="left" w:pos="851"/>
          <w:tab w:val="right" w:pos="9072"/>
          <w:tab w:val="left" w:pos="9400"/>
        </w:tabs>
        <w:ind w:left="142"/>
      </w:pPr>
      <w:r>
        <w:t xml:space="preserve">                                                                                                                celkem  </w:t>
      </w:r>
      <w:r w:rsidRPr="00D75543">
        <w:rPr>
          <w:b/>
          <w:bCs/>
        </w:rPr>
        <w:t xml:space="preserve">1 546 842,61 Kč </w:t>
      </w:r>
      <w:r>
        <w:t xml:space="preserve">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</w:t>
      </w:r>
    </w:p>
    <w:p w:rsidR="00F76C0B" w:rsidRDefault="00F76C0B" w:rsidP="00A53233">
      <w:pPr>
        <w:pStyle w:val="BodyText"/>
        <w:tabs>
          <w:tab w:val="right" w:pos="9072"/>
        </w:tabs>
        <w:rPr>
          <w:b/>
          <w:bCs/>
        </w:rPr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168 800,00 Kč</w:t>
      </w:r>
    </w:p>
    <w:p w:rsidR="00F76C0B" w:rsidRPr="00810325" w:rsidRDefault="00F76C0B" w:rsidP="00A53233">
      <w:pPr>
        <w:pStyle w:val="BodyText"/>
        <w:tabs>
          <w:tab w:val="right" w:pos="9072"/>
        </w:tabs>
      </w:pPr>
      <w:r>
        <w:rPr>
          <w:b/>
          <w:bCs/>
        </w:rPr>
        <w:t xml:space="preserve">  </w:t>
      </w:r>
      <w:r w:rsidRPr="00810325">
        <w:t xml:space="preserve">2310 </w:t>
      </w:r>
      <w:r>
        <w:t xml:space="preserve">     Výdaje související s vodním zdrojem-pitná voda                     celkem       </w:t>
      </w:r>
      <w:r w:rsidRPr="00810325">
        <w:rPr>
          <w:b/>
          <w:bCs/>
        </w:rPr>
        <w:t>17 123,24 Kč</w:t>
      </w:r>
    </w:p>
    <w:p w:rsidR="00F76C0B" w:rsidRDefault="00F76C0B" w:rsidP="000A1689">
      <w:pPr>
        <w:pStyle w:val="BodyText"/>
        <w:numPr>
          <w:ilvl w:val="0"/>
          <w:numId w:val="198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F76C0B" w:rsidRPr="00952595" w:rsidRDefault="00F76C0B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čistír</w:t>
      </w:r>
      <w:r>
        <w:softHyphen/>
        <w:t xml:space="preserve">ny odpadních vod                                                              celkem      </w:t>
      </w:r>
      <w:r>
        <w:rPr>
          <w:b/>
          <w:bCs/>
        </w:rPr>
        <w:t xml:space="preserve"> 49 391,94</w:t>
      </w:r>
      <w:r w:rsidRPr="00135B25">
        <w:rPr>
          <w:b/>
          <w:bCs/>
        </w:rPr>
        <w:t xml:space="preserve"> Kč</w:t>
      </w:r>
      <w:r>
        <w:t xml:space="preserve"> </w:t>
      </w:r>
      <w:r>
        <w:rPr>
          <w:b/>
          <w:bCs/>
        </w:rPr>
        <w:t xml:space="preserve">     </w:t>
      </w:r>
    </w:p>
    <w:p w:rsidR="00F76C0B" w:rsidRPr="00952595" w:rsidRDefault="00F76C0B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F76C0B" w:rsidRPr="00952595" w:rsidRDefault="00F76C0B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F76C0B" w:rsidRPr="00952595" w:rsidRDefault="00F76C0B" w:rsidP="000A1689">
      <w:pPr>
        <w:pStyle w:val="BodyText"/>
        <w:numPr>
          <w:ilvl w:val="0"/>
          <w:numId w:val="199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 xml:space="preserve">                celkem </w:t>
      </w:r>
      <w:r>
        <w:rPr>
          <w:b/>
          <w:bCs/>
        </w:rPr>
        <w:t>1 654 273</w:t>
      </w:r>
      <w:r w:rsidRPr="00F250CF">
        <w:rPr>
          <w:b/>
          <w:bCs/>
        </w:rPr>
        <w:t>,</w:t>
      </w:r>
      <w:r>
        <w:rPr>
          <w:b/>
          <w:bCs/>
        </w:rPr>
        <w:t>63 K</w:t>
      </w:r>
      <w:r w:rsidRPr="00F250CF">
        <w:rPr>
          <w:b/>
          <w:bCs/>
        </w:rPr>
        <w:t>č</w:t>
      </w:r>
    </w:p>
    <w:p w:rsidR="00F76C0B" w:rsidRPr="00DF25F4" w:rsidRDefault="00F76C0B" w:rsidP="00DF25F4">
      <w:pPr>
        <w:pStyle w:val="BodyText"/>
        <w:numPr>
          <w:ilvl w:val="0"/>
          <w:numId w:val="200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  celkem  </w:t>
      </w:r>
      <w:r>
        <w:rPr>
          <w:b/>
          <w:bCs/>
        </w:rPr>
        <w:t>2 311 155,26</w:t>
      </w:r>
      <w:r w:rsidRPr="00F250CF">
        <w:rPr>
          <w:b/>
          <w:bCs/>
        </w:rPr>
        <w:t>Kč</w:t>
      </w:r>
    </w:p>
    <w:p w:rsidR="00F76C0B" w:rsidRPr="00035AC5" w:rsidRDefault="00F76C0B" w:rsidP="00035AC5">
      <w:pPr>
        <w:pStyle w:val="BodyText"/>
        <w:tabs>
          <w:tab w:val="right" w:pos="9072"/>
        </w:tabs>
        <w:ind w:left="851"/>
      </w:pPr>
      <w:r w:rsidRPr="00035AC5">
        <w:t>Výdaje na provoz tělocvičny</w:t>
      </w:r>
      <w:r>
        <w:t xml:space="preserve">                                                   celkem     </w:t>
      </w:r>
      <w:r>
        <w:rPr>
          <w:b/>
          <w:bCs/>
        </w:rPr>
        <w:t>589 370,04</w:t>
      </w:r>
      <w:r w:rsidRPr="00035AC5">
        <w:rPr>
          <w:b/>
          <w:bCs/>
        </w:rPr>
        <w:t xml:space="preserve"> Kč</w:t>
      </w:r>
    </w:p>
    <w:p w:rsidR="00F76C0B" w:rsidRDefault="00F76C0B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F76C0B" w:rsidRPr="00952595" w:rsidRDefault="00F76C0B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dětské hry, pracovní stoly, skříně, příměstský tábor </w:t>
      </w:r>
      <w:r>
        <w:tab/>
        <w:t xml:space="preserve">celkem </w:t>
      </w:r>
      <w:r>
        <w:rPr>
          <w:b/>
          <w:bCs/>
        </w:rPr>
        <w:t>1 075 051,35</w:t>
      </w:r>
      <w:r w:rsidRPr="00CF4836">
        <w:rPr>
          <w:b/>
          <w:bCs/>
        </w:rPr>
        <w:t xml:space="preserve"> Kč</w:t>
      </w:r>
    </w:p>
    <w:p w:rsidR="00F76C0B" w:rsidRPr="00673A76" w:rsidRDefault="00F76C0B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F76C0B" w:rsidRPr="00B94397" w:rsidRDefault="00F76C0B" w:rsidP="00DB39E0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F76C0B" w:rsidRDefault="00F76C0B" w:rsidP="00661581">
      <w:pPr>
        <w:pStyle w:val="BodyText"/>
        <w:numPr>
          <w:ilvl w:val="0"/>
          <w:numId w:val="202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>-revize, autorský poplatek OSA</w:t>
      </w:r>
    </w:p>
    <w:p w:rsidR="00F76C0B" w:rsidRPr="00952595" w:rsidRDefault="00F76C0B" w:rsidP="00F91810">
      <w:pPr>
        <w:pStyle w:val="BodyText"/>
        <w:tabs>
          <w:tab w:val="left" w:pos="851"/>
          <w:tab w:val="right" w:pos="9072"/>
        </w:tabs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>37 031,01</w:t>
      </w:r>
      <w:r w:rsidRPr="00F250CF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numPr>
          <w:ilvl w:val="0"/>
          <w:numId w:val="203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38 912,00</w:t>
      </w:r>
      <w:r w:rsidRPr="00F250CF">
        <w:rPr>
          <w:b/>
          <w:bCs/>
        </w:rPr>
        <w:t xml:space="preserve"> Kč</w:t>
      </w:r>
    </w:p>
    <w:p w:rsidR="00F76C0B" w:rsidRPr="00952595" w:rsidRDefault="00F76C0B" w:rsidP="00DF25F4">
      <w:pPr>
        <w:pStyle w:val="BodyText"/>
        <w:numPr>
          <w:ilvl w:val="0"/>
          <w:numId w:val="205"/>
        </w:numPr>
        <w:tabs>
          <w:tab w:val="left" w:pos="851"/>
          <w:tab w:val="right" w:pos="9072"/>
        </w:tabs>
        <w:ind w:left="851" w:hanging="709"/>
      </w:pPr>
      <w:r>
        <w:t>Výdaje související s provozem</w:t>
      </w:r>
      <w:r w:rsidRPr="00952595">
        <w:t xml:space="preserve"> Kulturního domu</w:t>
      </w:r>
      <w:r>
        <w:t xml:space="preserve">                          celkem </w:t>
      </w:r>
      <w:r>
        <w:rPr>
          <w:b/>
          <w:bCs/>
        </w:rPr>
        <w:t>91 239,93</w:t>
      </w:r>
      <w:r w:rsidRPr="00F250CF">
        <w:rPr>
          <w:b/>
          <w:bCs/>
        </w:rPr>
        <w:t xml:space="preserve"> Kč</w:t>
      </w:r>
    </w:p>
    <w:p w:rsidR="00F76C0B" w:rsidRDefault="00F76C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F76C0B" w:rsidRPr="00952595" w:rsidRDefault="00F76C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F76C0B" w:rsidRPr="00D65923" w:rsidRDefault="00F76C0B" w:rsidP="00D65923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220 000,00</w:t>
      </w:r>
      <w:r w:rsidRPr="00673A76">
        <w:rPr>
          <w:b/>
          <w:bCs/>
        </w:rPr>
        <w:t xml:space="preserve"> K</w:t>
      </w:r>
      <w:r>
        <w:rPr>
          <w:b/>
          <w:bCs/>
        </w:rPr>
        <w:t>č</w:t>
      </w:r>
    </w:p>
    <w:p w:rsidR="00F76C0B" w:rsidRPr="00952595" w:rsidRDefault="00F76C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</w:t>
      </w:r>
    </w:p>
    <w:p w:rsidR="00F76C0B" w:rsidRDefault="00F76C0B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</w:t>
      </w:r>
      <w:r w:rsidRPr="00952595">
        <w:t>Výdaje související s činností sboru pro občanské zálež</w:t>
      </w:r>
      <w:r>
        <w:t xml:space="preserve">itosti – věcné dary pro seniory </w:t>
      </w:r>
    </w:p>
    <w:p w:rsidR="00F76C0B" w:rsidRPr="00673A76" w:rsidRDefault="00F76C0B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u příleži</w:t>
      </w:r>
      <w:r>
        <w:softHyphen/>
        <w:t xml:space="preserve">tosti životních jubileí, vítání narozených </w:t>
      </w:r>
      <w:r w:rsidRPr="00952595">
        <w:t>d</w:t>
      </w:r>
      <w:r>
        <w:t xml:space="preserve">ětí, dny města        celkem  </w:t>
      </w:r>
      <w:r>
        <w:rPr>
          <w:b/>
          <w:bCs/>
        </w:rPr>
        <w:t>270 42</w:t>
      </w:r>
      <w:r w:rsidRPr="00841DC8">
        <w:rPr>
          <w:b/>
          <w:bCs/>
        </w:rPr>
        <w:t>3,04 Kč</w:t>
      </w:r>
      <w:r>
        <w:t xml:space="preserve">                                                                                                           </w:t>
      </w:r>
    </w:p>
    <w:p w:rsidR="00F76C0B" w:rsidRDefault="00F76C0B" w:rsidP="00661581">
      <w:pPr>
        <w:pStyle w:val="BodyText"/>
        <w:tabs>
          <w:tab w:val="left" w:pos="851"/>
          <w:tab w:val="right" w:pos="9072"/>
        </w:tabs>
        <w:ind w:firstLine="142"/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Ostrůvek,obnova tartanového povrchu   </w:t>
      </w:r>
    </w:p>
    <w:p w:rsidR="00F76C0B" w:rsidRPr="001A5DBA" w:rsidRDefault="00F76C0B" w:rsidP="00A84CAA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celkem </w:t>
      </w:r>
      <w:r>
        <w:rPr>
          <w:b/>
          <w:bCs/>
        </w:rPr>
        <w:t>1 455 425,44</w:t>
      </w:r>
      <w:r w:rsidRPr="001A5DBA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250 000,00</w:t>
      </w:r>
      <w:r w:rsidRPr="00673A76">
        <w:rPr>
          <w:b/>
          <w:bCs/>
        </w:rPr>
        <w:t xml:space="preserve"> Kč</w:t>
      </w:r>
    </w:p>
    <w:p w:rsidR="00F76C0B" w:rsidRPr="00673A76" w:rsidRDefault="00F76C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140 000,00</w:t>
      </w:r>
      <w:r w:rsidRPr="00673A76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F76C0B" w:rsidRDefault="00F76C0B" w:rsidP="00661581">
      <w:pPr>
        <w:pStyle w:val="BodyText"/>
        <w:numPr>
          <w:ilvl w:val="0"/>
          <w:numId w:val="206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F76C0B" w:rsidRPr="00952595" w:rsidRDefault="00F76C0B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numPr>
          <w:ilvl w:val="0"/>
          <w:numId w:val="207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845 896,08</w:t>
      </w:r>
      <w:r w:rsidRPr="001A5DBA">
        <w:rPr>
          <w:b/>
          <w:bCs/>
        </w:rPr>
        <w:t xml:space="preserve"> Kč</w:t>
      </w:r>
    </w:p>
    <w:p w:rsidR="00F76C0B" w:rsidRPr="001A5DBA" w:rsidRDefault="00F76C0B" w:rsidP="00661581">
      <w:pPr>
        <w:pStyle w:val="BodyText"/>
        <w:numPr>
          <w:ilvl w:val="0"/>
          <w:numId w:val="207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 xml:space="preserve">                                   celkem  </w:t>
      </w:r>
      <w:r>
        <w:rPr>
          <w:b/>
          <w:bCs/>
        </w:rPr>
        <w:t>65 757,61</w:t>
      </w:r>
      <w:r w:rsidRPr="001A5DBA">
        <w:rPr>
          <w:b/>
          <w:bCs/>
        </w:rPr>
        <w:t xml:space="preserve"> Kč</w:t>
      </w:r>
    </w:p>
    <w:p w:rsidR="00F76C0B" w:rsidRPr="001A5DBA" w:rsidRDefault="00F76C0B" w:rsidP="00661581">
      <w:pPr>
        <w:pStyle w:val="BodyText"/>
        <w:numPr>
          <w:ilvl w:val="0"/>
          <w:numId w:val="20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66 550</w:t>
      </w:r>
      <w:r w:rsidRPr="001A5DBA">
        <w:rPr>
          <w:b/>
          <w:bCs/>
        </w:rPr>
        <w:t>,00 Kč</w:t>
      </w:r>
    </w:p>
    <w:p w:rsidR="00F76C0B" w:rsidRPr="009F129C" w:rsidRDefault="00F76C0B" w:rsidP="00661581">
      <w:pPr>
        <w:pStyle w:val="BodyText"/>
        <w:numPr>
          <w:ilvl w:val="0"/>
          <w:numId w:val="20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38 538,00</w:t>
      </w:r>
      <w:r w:rsidRPr="009F129C">
        <w:rPr>
          <w:b/>
          <w:bCs/>
        </w:rPr>
        <w:t xml:space="preserve"> Kč</w:t>
      </w:r>
    </w:p>
    <w:p w:rsidR="00F76C0B" w:rsidRPr="00DF2617" w:rsidRDefault="00F76C0B" w:rsidP="00EA62B5">
      <w:pPr>
        <w:pStyle w:val="BodyText"/>
        <w:numPr>
          <w:ilvl w:val="0"/>
          <w:numId w:val="209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 xml:space="preserve">Veřejně prospěšné práce – výdaje na sečení trávy, úklid města  </w:t>
      </w:r>
    </w:p>
    <w:p w:rsidR="00F76C0B" w:rsidRPr="009310F3" w:rsidRDefault="00F76C0B" w:rsidP="00DF261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870 528,66</w:t>
      </w:r>
      <w:r w:rsidRPr="009310F3">
        <w:rPr>
          <w:b/>
          <w:bCs/>
        </w:rPr>
        <w:t xml:space="preserve"> Kč</w:t>
      </w:r>
    </w:p>
    <w:p w:rsidR="00F76C0B" w:rsidRPr="009310F3" w:rsidRDefault="00F76C0B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30 928,25</w:t>
      </w:r>
      <w:r w:rsidRPr="009310F3">
        <w:rPr>
          <w:b/>
          <w:bCs/>
        </w:rPr>
        <w:t xml:space="preserve"> Kč</w:t>
      </w:r>
    </w:p>
    <w:p w:rsidR="00F76C0B" w:rsidRPr="00A80879" w:rsidRDefault="00F76C0B" w:rsidP="00A80879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 xml:space="preserve">ova ZUŠ)- revize plyn.zařízení                   celkem </w:t>
      </w:r>
      <w:r>
        <w:rPr>
          <w:b/>
          <w:bCs/>
        </w:rPr>
        <w:t xml:space="preserve">     2 050,00 Kč</w:t>
      </w:r>
    </w:p>
    <w:p w:rsidR="00F76C0B" w:rsidRDefault="00F76C0B" w:rsidP="004A5962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 xml:space="preserve">Autokemp Hana-úhrada za pronájem pozemků, výměna bojlerů, výměna rozvaděčů pro           </w:t>
      </w:r>
    </w:p>
    <w:p w:rsidR="00F76C0B" w:rsidRDefault="00F76C0B" w:rsidP="004A59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 xml:space="preserve">            karavanové stání                                                                       </w:t>
      </w:r>
      <w:r w:rsidRPr="000F00CE">
        <w:t>celkem</w:t>
      </w:r>
      <w:r>
        <w:t xml:space="preserve">    </w:t>
      </w:r>
      <w:r w:rsidRPr="00A80879">
        <w:rPr>
          <w:b/>
          <w:bCs/>
        </w:rPr>
        <w:t>204</w:t>
      </w:r>
      <w:r>
        <w:rPr>
          <w:b/>
          <w:bCs/>
        </w:rPr>
        <w:t> 546,15</w:t>
      </w:r>
      <w:r w:rsidRPr="000F00CE">
        <w:rPr>
          <w:b/>
          <w:bCs/>
        </w:rPr>
        <w:t xml:space="preserve"> Kč</w:t>
      </w:r>
    </w:p>
    <w:p w:rsidR="00F76C0B" w:rsidRPr="00A80879" w:rsidRDefault="00F76C0B" w:rsidP="004A5962">
      <w:pPr>
        <w:pStyle w:val="BodyText"/>
        <w:tabs>
          <w:tab w:val="left" w:pos="851"/>
          <w:tab w:val="right" w:pos="9072"/>
        </w:tabs>
        <w:ind w:firstLine="142"/>
      </w:pPr>
      <w:r w:rsidRPr="00A80879">
        <w:t xml:space="preserve">           Budova Boční č.p.81</w:t>
      </w:r>
      <w:r>
        <w:t xml:space="preserve">                                                                 celkem          </w:t>
      </w:r>
      <w:r w:rsidRPr="00A80879">
        <w:rPr>
          <w:b/>
          <w:bCs/>
        </w:rPr>
        <w:t>144,00 Kč</w:t>
      </w:r>
    </w:p>
    <w:p w:rsidR="00F76C0B" w:rsidRPr="00F14B4F" w:rsidRDefault="00F76C0B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F76C0B" w:rsidRDefault="00F76C0B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 xml:space="preserve">pohonné hmoty, povinné ručení, pojištění KUKA vozu, </w:t>
      </w:r>
      <w:r>
        <w:t xml:space="preserve">mýtné, </w:t>
      </w:r>
      <w:r w:rsidRPr="00952595">
        <w:t>opravy, poplatky za uložení odpadu</w:t>
      </w:r>
      <w:r>
        <w:tab/>
        <w:t xml:space="preserve">         celkem </w:t>
      </w:r>
      <w:r>
        <w:rPr>
          <w:b/>
          <w:bCs/>
        </w:rPr>
        <w:t>3 074 738,61</w:t>
      </w:r>
      <w:r w:rsidRPr="005F0BFD">
        <w:rPr>
          <w:b/>
          <w:bCs/>
        </w:rPr>
        <w:t xml:space="preserve"> Kč</w:t>
      </w:r>
    </w:p>
    <w:p w:rsidR="00F76C0B" w:rsidRPr="00250CEF" w:rsidRDefault="00F76C0B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F76C0B" w:rsidRPr="00952595" w:rsidRDefault="00F76C0B" w:rsidP="007F1877">
      <w:pPr>
        <w:pStyle w:val="BodyText"/>
        <w:numPr>
          <w:ilvl w:val="0"/>
          <w:numId w:val="228"/>
        </w:numPr>
        <w:tabs>
          <w:tab w:val="clear" w:pos="600"/>
          <w:tab w:val="left" w:pos="800"/>
          <w:tab w:val="left" w:pos="851"/>
          <w:tab w:val="num" w:pos="900"/>
          <w:tab w:val="right" w:pos="9072"/>
        </w:tabs>
        <w:jc w:val="both"/>
      </w:pPr>
      <w:r>
        <w:t xml:space="preserve"> Využívání </w:t>
      </w:r>
      <w:r w:rsidRPr="00952595">
        <w:t>a zne</w:t>
      </w:r>
      <w:r>
        <w:t>škodňování komunálních odpadů–nákup 2 ks žlutých kontejnerů na  tříd.odpad,svoz a pronájem kontejneru Charita,</w:t>
      </w:r>
      <w:r w:rsidRPr="00952595">
        <w:t>poh</w:t>
      </w:r>
      <w:r>
        <w:t xml:space="preserve">onné hmoty,materiál,poplatek za uložení odpadu v kompostárně, poplatek za odstranění odpadu-PET lahví                     celkem </w:t>
      </w:r>
      <w:r>
        <w:rPr>
          <w:b/>
          <w:bCs/>
        </w:rPr>
        <w:t>129 424,70</w:t>
      </w:r>
      <w:r w:rsidRPr="005F0BFD">
        <w:rPr>
          <w:b/>
          <w:bCs/>
        </w:rPr>
        <w:t xml:space="preserve"> Kč</w:t>
      </w:r>
      <w:r>
        <w:t xml:space="preserve"> </w:t>
      </w:r>
    </w:p>
    <w:p w:rsidR="00F76C0B" w:rsidRPr="00610B2E" w:rsidRDefault="00F76C0B" w:rsidP="00610B2E">
      <w:pPr>
        <w:pStyle w:val="BodyText"/>
        <w:numPr>
          <w:ilvl w:val="0"/>
          <w:numId w:val="212"/>
        </w:numPr>
        <w:tabs>
          <w:tab w:val="left" w:pos="851"/>
          <w:tab w:val="right" w:pos="9072"/>
        </w:tabs>
        <w:ind w:left="851" w:hanging="709"/>
        <w:jc w:val="both"/>
      </w:pPr>
      <w:r>
        <w:t>Péče o vzhled města – úklid města</w:t>
      </w:r>
      <w:r w:rsidRPr="00952595">
        <w:t xml:space="preserve"> a údržba zeleně</w:t>
      </w:r>
      <w:r>
        <w:t>, vánoční výzdoba, rizikové kácení stromů, úprava Kašparovy louky, nákup odpadkových košů, lavičky, posilovací stroje,</w:t>
      </w:r>
      <w:r w:rsidRPr="007F1877">
        <w:t xml:space="preserve"> kontejnery na tříd.odpad</w:t>
      </w:r>
      <w:r>
        <w:t xml:space="preserve"> (16 ks),</w:t>
      </w:r>
      <w:r w:rsidRPr="007F1877">
        <w:t>koše na psí exkr.+stojiny (4 ks)</w:t>
      </w:r>
      <w:r>
        <w:t xml:space="preserve">                           celkem </w:t>
      </w:r>
      <w:r w:rsidRPr="00610B2E">
        <w:rPr>
          <w:b/>
          <w:bCs/>
        </w:rPr>
        <w:t>1</w:t>
      </w:r>
      <w:r>
        <w:t xml:space="preserve"> </w:t>
      </w:r>
      <w:r>
        <w:rPr>
          <w:b/>
          <w:bCs/>
        </w:rPr>
        <w:t>157 570,44</w:t>
      </w:r>
      <w:r w:rsidRPr="00DA62DC">
        <w:rPr>
          <w:b/>
          <w:bCs/>
        </w:rPr>
        <w:t xml:space="preserve"> Kč</w:t>
      </w:r>
    </w:p>
    <w:p w:rsidR="00F76C0B" w:rsidRPr="00952595" w:rsidRDefault="00F76C0B" w:rsidP="00BD5FC3">
      <w:pPr>
        <w:pStyle w:val="BodyText"/>
        <w:tabs>
          <w:tab w:val="left" w:pos="851"/>
          <w:tab w:val="right" w:pos="9072"/>
        </w:tabs>
      </w:pPr>
    </w:p>
    <w:p w:rsidR="00F76C0B" w:rsidRPr="00952595" w:rsidRDefault="00F76C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F76C0B" w:rsidRDefault="00F76C0B" w:rsidP="00DA62DC">
      <w:pPr>
        <w:pStyle w:val="BodyText"/>
        <w:numPr>
          <w:ilvl w:val="0"/>
          <w:numId w:val="214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F76C0B" w:rsidRPr="00952595" w:rsidRDefault="00F76C0B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 w:rsidRPr="00C7052D">
        <w:rPr>
          <w:b/>
          <w:bCs/>
        </w:rPr>
        <w:t>0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F76C0B" w:rsidRPr="00952595" w:rsidRDefault="00F76C0B" w:rsidP="00661581">
      <w:pPr>
        <w:pStyle w:val="BodyText"/>
        <w:tabs>
          <w:tab w:val="left" w:pos="851"/>
          <w:tab w:val="right" w:pos="9072"/>
        </w:tabs>
        <w:ind w:firstLine="142"/>
      </w:pPr>
    </w:p>
    <w:p w:rsidR="00F76C0B" w:rsidRDefault="00F76C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F76C0B" w:rsidRDefault="00F76C0B" w:rsidP="001A50D9">
      <w:pPr>
        <w:pStyle w:val="BodyText"/>
        <w:numPr>
          <w:ilvl w:val="0"/>
          <w:numId w:val="233"/>
        </w:numPr>
        <w:tabs>
          <w:tab w:val="left" w:pos="2127"/>
          <w:tab w:val="right" w:pos="9072"/>
        </w:tabs>
      </w:pPr>
      <w:r>
        <w:t>Krizová opatření-nákup roušek,respirátorů,dezinfekce v souvislosti s nemocí COVID-19</w:t>
      </w:r>
    </w:p>
    <w:p w:rsidR="00F76C0B" w:rsidRPr="001A50D9" w:rsidRDefault="00F76C0B" w:rsidP="001A50D9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</w:rPr>
        <w:t>celkem 35 453,00</w:t>
      </w:r>
    </w:p>
    <w:p w:rsidR="00F76C0B" w:rsidRDefault="00F76C0B" w:rsidP="00DA62DC">
      <w:pPr>
        <w:pStyle w:val="BodyText"/>
        <w:numPr>
          <w:ilvl w:val="0"/>
          <w:numId w:val="216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F76C0B" w:rsidRDefault="00F76C0B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30 0</w:t>
      </w:r>
      <w:r w:rsidRPr="005F0BFD">
        <w:rPr>
          <w:b/>
          <w:bCs/>
        </w:rPr>
        <w:t>00,00 Kč</w:t>
      </w:r>
    </w:p>
    <w:p w:rsidR="00F76C0B" w:rsidRPr="005F0BFD" w:rsidRDefault="00F76C0B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F76C0B" w:rsidRDefault="00F76C0B" w:rsidP="003E7DFA">
      <w:pPr>
        <w:pStyle w:val="BodyText"/>
        <w:numPr>
          <w:ilvl w:val="0"/>
          <w:numId w:val="215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</w:t>
      </w:r>
      <w:r>
        <w:t xml:space="preserve"> pohonné hmoty, opravy, elektrickou energii,</w:t>
      </w:r>
    </w:p>
    <w:p w:rsidR="00F76C0B" w:rsidRPr="003E7DFA" w:rsidRDefault="00F76C0B" w:rsidP="00BA172E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 xml:space="preserve">nákup 2 kusů zásahových tabletů                                                     celkem </w:t>
      </w:r>
      <w:r>
        <w:rPr>
          <w:b/>
          <w:bCs/>
        </w:rPr>
        <w:t>300 934,81</w:t>
      </w:r>
      <w:r w:rsidRPr="005F0BFD">
        <w:rPr>
          <w:b/>
          <w:bCs/>
        </w:rPr>
        <w:t xml:space="preserve"> Kč</w:t>
      </w:r>
    </w:p>
    <w:p w:rsidR="00F76C0B" w:rsidRDefault="00F76C0B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F76C0B" w:rsidRDefault="00F76C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F76C0B" w:rsidRPr="00952595" w:rsidRDefault="00F76C0B" w:rsidP="00BA172E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rPr>
          <w:b/>
          <w:bCs/>
        </w:rPr>
        <w:t xml:space="preserve">  </w:t>
      </w:r>
      <w:r w:rsidRPr="00952595">
        <w:rPr>
          <w:b/>
          <w:bCs/>
        </w:rPr>
        <w:t>SKUPINA 6 – VŠEOBECNÁ VEŘEJNÁ SPRÁVA A SLUŽBY</w:t>
      </w:r>
    </w:p>
    <w:p w:rsidR="00F76C0B" w:rsidRDefault="00F76C0B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>
        <w:t>6112</w:t>
      </w:r>
      <w:r>
        <w:tab/>
        <w:t>Zastupitelstvo města</w:t>
      </w:r>
      <w:r w:rsidRPr="00952595">
        <w:t xml:space="preserve"> – výdaje na odměny zastupitelů</w:t>
      </w:r>
      <w:r>
        <w:t>, členů výborů a komisí zřízených zastupitelstvem</w:t>
      </w:r>
      <w:r w:rsidRPr="00952595">
        <w:t>, poplatky za telef</w:t>
      </w:r>
      <w:r>
        <w:t>onní hovory, cestovné</w:t>
      </w:r>
      <w:r>
        <w:tab/>
        <w:t xml:space="preserve">celkem </w:t>
      </w:r>
      <w:r>
        <w:rPr>
          <w:b/>
          <w:bCs/>
        </w:rPr>
        <w:t>2 455 859</w:t>
      </w:r>
      <w:r w:rsidRPr="005F0BFD">
        <w:rPr>
          <w:b/>
          <w:bCs/>
        </w:rPr>
        <w:t>,00 Kč</w:t>
      </w:r>
    </w:p>
    <w:p w:rsidR="00F76C0B" w:rsidRDefault="00F76C0B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6114 Volby do Parlamentu ČR – výdaje spojené s volbami- odměny členů volebních komisí, distribuce volebních lístků, stravné členů volební komise,cestovné,kancelářské potřeby                                                            </w:t>
      </w:r>
    </w:p>
    <w:p w:rsidR="00F76C0B" w:rsidRDefault="00F76C0B" w:rsidP="00624BF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55 762,85</w:t>
      </w:r>
      <w:r w:rsidRPr="00AC43B0">
        <w:rPr>
          <w:b/>
          <w:bCs/>
        </w:rPr>
        <w:t xml:space="preserve"> Kč</w:t>
      </w:r>
      <w:r>
        <w:t xml:space="preserve">  </w:t>
      </w:r>
    </w:p>
    <w:p w:rsidR="00F76C0B" w:rsidRPr="00B759B1" w:rsidRDefault="00F76C0B" w:rsidP="00B759B1">
      <w:pPr>
        <w:pStyle w:val="BodyText"/>
        <w:numPr>
          <w:ilvl w:val="0"/>
          <w:numId w:val="234"/>
        </w:numPr>
        <w:tabs>
          <w:tab w:val="left" w:pos="851"/>
          <w:tab w:val="left" w:pos="900"/>
          <w:tab w:val="right" w:pos="9072"/>
        </w:tabs>
        <w:jc w:val="both"/>
        <w:rPr>
          <w:b/>
          <w:bCs/>
        </w:rPr>
      </w:pPr>
      <w:r>
        <w:t xml:space="preserve">   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         materiálu, tiskopisů, výdaje</w:t>
      </w:r>
      <w:r w:rsidRPr="00952595">
        <w:t xml:space="preserve">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</w:t>
      </w:r>
      <w:r>
        <w:tab/>
        <w:t xml:space="preserve">     celkem </w:t>
      </w:r>
      <w:r>
        <w:rPr>
          <w:b/>
          <w:bCs/>
        </w:rPr>
        <w:t>5 574 941,96</w:t>
      </w:r>
      <w:r w:rsidRPr="003B1536">
        <w:rPr>
          <w:b/>
          <w:bCs/>
        </w:rPr>
        <w:t xml:space="preserve"> Kč</w:t>
      </w:r>
    </w:p>
    <w:p w:rsidR="00F76C0B" w:rsidRPr="00B759B1" w:rsidRDefault="00F76C0B" w:rsidP="00966102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</w:t>
      </w:r>
      <w:r w:rsidRPr="00B72C88">
        <w:t>Budova Boční č.p. 555-</w:t>
      </w:r>
      <w:r>
        <w:t xml:space="preserve">výdaje na provoz budovy                                    celkem </w:t>
      </w:r>
      <w:r>
        <w:rPr>
          <w:b/>
          <w:bCs/>
        </w:rPr>
        <w:t>51 241,82</w:t>
      </w:r>
      <w:r w:rsidRPr="00B72C88">
        <w:rPr>
          <w:b/>
          <w:bCs/>
        </w:rPr>
        <w:t xml:space="preserve"> Kč</w:t>
      </w:r>
    </w:p>
    <w:p w:rsidR="00F76C0B" w:rsidRPr="00952595" w:rsidRDefault="00F76C0B" w:rsidP="001A544D">
      <w:pPr>
        <w:pStyle w:val="BodyText"/>
        <w:tabs>
          <w:tab w:val="left" w:pos="851"/>
          <w:tab w:val="right" w:pos="9072"/>
        </w:tabs>
        <w:jc w:val="both"/>
      </w:pPr>
    </w:p>
    <w:p w:rsidR="00F76C0B" w:rsidRPr="00952595" w:rsidRDefault="00F76C0B" w:rsidP="00661581">
      <w:pPr>
        <w:pStyle w:val="BodyText"/>
        <w:numPr>
          <w:ilvl w:val="0"/>
          <w:numId w:val="220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21 609,4</w:t>
      </w:r>
      <w:r w:rsidRPr="003B1536">
        <w:rPr>
          <w:b/>
          <w:bCs/>
        </w:rPr>
        <w:t>0 Kč</w:t>
      </w:r>
    </w:p>
    <w:p w:rsidR="00F76C0B" w:rsidRPr="00343E9D" w:rsidRDefault="00F76C0B" w:rsidP="00661581">
      <w:pPr>
        <w:pStyle w:val="BodyText"/>
        <w:numPr>
          <w:ilvl w:val="0"/>
          <w:numId w:val="221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   celkem </w:t>
      </w:r>
      <w:r>
        <w:rPr>
          <w:b/>
          <w:bCs/>
        </w:rPr>
        <w:t>141</w:t>
      </w:r>
      <w:r w:rsidRPr="003B1536">
        <w:rPr>
          <w:b/>
          <w:bCs/>
        </w:rPr>
        <w:t> </w:t>
      </w:r>
      <w:r>
        <w:rPr>
          <w:b/>
          <w:bCs/>
        </w:rPr>
        <w:t>710</w:t>
      </w:r>
      <w:r w:rsidRPr="003B1536">
        <w:rPr>
          <w:b/>
          <w:bCs/>
        </w:rPr>
        <w:t>,00 Kč</w:t>
      </w:r>
    </w:p>
    <w:p w:rsidR="00F76C0B" w:rsidRPr="00952595" w:rsidRDefault="00F76C0B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celkem    </w:t>
      </w:r>
      <w:r>
        <w:rPr>
          <w:b/>
          <w:bCs/>
        </w:rPr>
        <w:t>1 0</w:t>
      </w:r>
      <w:r w:rsidRPr="00343E9D">
        <w:rPr>
          <w:b/>
          <w:bCs/>
        </w:rPr>
        <w:t>00,00 Kč</w:t>
      </w:r>
      <w:r>
        <w:t xml:space="preserve">  </w:t>
      </w:r>
    </w:p>
    <w:p w:rsidR="00F76C0B" w:rsidRDefault="00F76C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 </w:t>
      </w:r>
      <w:r>
        <w:rPr>
          <w:b/>
          <w:bCs/>
        </w:rPr>
        <w:t>913 520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F76C0B" w:rsidRPr="007B7DEA" w:rsidRDefault="00F76C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7B7DEA">
        <w:t xml:space="preserve">6399    Platba daně z přidané hodnoty                  </w:t>
      </w:r>
      <w:r>
        <w:t xml:space="preserve">                               </w:t>
      </w:r>
      <w:r w:rsidRPr="007B7DEA">
        <w:t xml:space="preserve">celkem  </w:t>
      </w:r>
      <w:r>
        <w:rPr>
          <w:b/>
          <w:bCs/>
        </w:rPr>
        <w:t>- 555 037,80</w:t>
      </w:r>
      <w:r w:rsidRPr="007B7DEA">
        <w:rPr>
          <w:b/>
          <w:bCs/>
        </w:rPr>
        <w:t xml:space="preserve"> Kč</w:t>
      </w:r>
    </w:p>
    <w:p w:rsidR="00F76C0B" w:rsidRDefault="00F76C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dotace na volby               celkem </w:t>
      </w:r>
      <w:r>
        <w:rPr>
          <w:b/>
          <w:bCs/>
        </w:rPr>
        <w:t>8 336,58</w:t>
      </w:r>
      <w:r w:rsidRPr="00343E9D">
        <w:rPr>
          <w:b/>
          <w:bCs/>
        </w:rPr>
        <w:t xml:space="preserve"> Kč</w:t>
      </w:r>
    </w:p>
    <w:p w:rsidR="00F76C0B" w:rsidRDefault="00F76C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F76C0B" w:rsidRPr="00343E9D" w:rsidRDefault="00F76C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F76C0B" w:rsidRPr="00952595" w:rsidRDefault="00F76C0B" w:rsidP="00661581">
      <w:pPr>
        <w:pStyle w:val="BodyText"/>
        <w:numPr>
          <w:ilvl w:val="0"/>
          <w:numId w:val="222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F76C0B" w:rsidRPr="00952595" w:rsidRDefault="00F76C0B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</w:r>
      <w:r w:rsidRPr="00B443D6">
        <w:rPr>
          <w:b/>
          <w:bCs/>
        </w:rPr>
        <w:t>6 000,00 Kč</w:t>
      </w:r>
    </w:p>
    <w:p w:rsidR="00F76C0B" w:rsidRPr="00952595" w:rsidRDefault="00F76C0B" w:rsidP="007B7DE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</w:r>
      <w:r w:rsidRPr="00B443D6">
        <w:rPr>
          <w:b/>
          <w:bCs/>
        </w:rPr>
        <w:t>55 000,00 Kč</w:t>
      </w:r>
    </w:p>
    <w:p w:rsidR="00F76C0B" w:rsidRPr="00B443D6" w:rsidRDefault="00F76C0B" w:rsidP="002F702A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>Spolek přátel tělovýchovy Vev.Bítýška</w:t>
      </w:r>
      <w:r>
        <w:tab/>
      </w:r>
      <w:r w:rsidRPr="00B443D6">
        <w:rPr>
          <w:b/>
          <w:bCs/>
        </w:rPr>
        <w:t>23 000,00 Kč</w:t>
      </w:r>
    </w:p>
    <w:p w:rsidR="00F76C0B" w:rsidRPr="00952595" w:rsidRDefault="00F76C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</w:r>
      <w:r w:rsidRPr="00B443D6">
        <w:rPr>
          <w:b/>
          <w:bCs/>
        </w:rPr>
        <w:t>23 000,00 Kč</w:t>
      </w:r>
    </w:p>
    <w:p w:rsidR="00F76C0B" w:rsidRPr="00952595" w:rsidRDefault="00F76C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</w:r>
      <w:r w:rsidRPr="00B443D6">
        <w:rPr>
          <w:b/>
          <w:bCs/>
        </w:rPr>
        <w:t>40 000,00 Kč</w:t>
      </w:r>
    </w:p>
    <w:p w:rsidR="00F76C0B" w:rsidRPr="00952595" w:rsidRDefault="00F76C0B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Klubík Chudčická mašinka</w:t>
      </w:r>
      <w:r>
        <w:tab/>
      </w:r>
      <w:r w:rsidRPr="00B443D6">
        <w:rPr>
          <w:b/>
          <w:bCs/>
        </w:rPr>
        <w:t>5</w:t>
      </w:r>
      <w:r>
        <w:rPr>
          <w:b/>
          <w:bCs/>
        </w:rPr>
        <w:t>0</w:t>
      </w:r>
      <w:r w:rsidRPr="00B443D6">
        <w:rPr>
          <w:b/>
          <w:bCs/>
        </w:rPr>
        <w:t> 000,00 Kč</w:t>
      </w:r>
    </w:p>
    <w:p w:rsidR="00F76C0B" w:rsidRPr="00952595" w:rsidRDefault="00F76C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</w:r>
      <w:r>
        <w:rPr>
          <w:b/>
          <w:bCs/>
        </w:rPr>
        <w:t>10</w:t>
      </w:r>
      <w:r w:rsidRPr="00B443D6">
        <w:rPr>
          <w:b/>
          <w:bCs/>
        </w:rPr>
        <w:t> 000,00 Kč</w:t>
      </w:r>
    </w:p>
    <w:p w:rsidR="00F76C0B" w:rsidRPr="00952595" w:rsidRDefault="00F76C0B" w:rsidP="00204D1D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</w:r>
      <w:r>
        <w:rPr>
          <w:b/>
          <w:bCs/>
        </w:rPr>
        <w:t>15</w:t>
      </w:r>
      <w:r w:rsidRPr="00B443D6">
        <w:rPr>
          <w:b/>
          <w:bCs/>
        </w:rPr>
        <w:t> 000,00 Kč</w:t>
      </w:r>
    </w:p>
    <w:p w:rsidR="00F76C0B" w:rsidRDefault="00F76C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                                                               celkem  </w:t>
      </w:r>
      <w:r>
        <w:rPr>
          <w:b/>
          <w:bCs/>
        </w:rPr>
        <w:t>222 000,00</w:t>
      </w:r>
      <w:r w:rsidRPr="009F129C">
        <w:rPr>
          <w:b/>
          <w:bCs/>
        </w:rPr>
        <w:t>Kč</w:t>
      </w:r>
    </w:p>
    <w:p w:rsidR="00F76C0B" w:rsidRPr="00952595" w:rsidRDefault="00F76C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</w:t>
      </w:r>
    </w:p>
    <w:p w:rsidR="00F76C0B" w:rsidRPr="00952595" w:rsidRDefault="00F76C0B" w:rsidP="00661581">
      <w:pPr>
        <w:pStyle w:val="BodyText"/>
        <w:tabs>
          <w:tab w:val="left" w:pos="851"/>
          <w:tab w:val="right" w:pos="9072"/>
        </w:tabs>
        <w:ind w:firstLine="142"/>
      </w:pPr>
    </w:p>
    <w:p w:rsidR="00F76C0B" w:rsidRPr="00F746AC" w:rsidRDefault="00F76C0B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F76C0B" w:rsidRPr="00952595" w:rsidRDefault="00F76C0B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76C0B" w:rsidRPr="00952595" w:rsidRDefault="00F76C0B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F76C0B" w:rsidRPr="00B46F12" w:rsidRDefault="00F76C0B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76C0B" w:rsidRPr="00952595" w:rsidRDefault="00F76C0B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2021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241 432,00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2021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4 % z objemu skutečně vyplacených hrubých platů a hrubých odměn za rok 2020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2021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310 192,00</w:t>
      </w:r>
      <w:r w:rsidRPr="00952595">
        <w:rPr>
          <w:b/>
          <w:bCs/>
          <w:sz w:val="24"/>
          <w:szCs w:val="24"/>
        </w:rPr>
        <w:t xml:space="preserve"> Kč.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Úroky z finančních prostředků činily </w:t>
      </w:r>
      <w:r>
        <w:rPr>
          <w:b/>
          <w:bCs/>
          <w:sz w:val="24"/>
          <w:szCs w:val="24"/>
        </w:rPr>
        <w:t>36,56</w:t>
      </w:r>
      <w:r w:rsidRPr="00BF6802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splátky zápůjček ze sociální fondu byly ve výši </w:t>
      </w:r>
      <w:r>
        <w:rPr>
          <w:b/>
          <w:bCs/>
          <w:sz w:val="24"/>
          <w:szCs w:val="24"/>
        </w:rPr>
        <w:t>10</w:t>
      </w:r>
      <w:r w:rsidRPr="00B01A74">
        <w:rPr>
          <w:b/>
          <w:bCs/>
          <w:sz w:val="24"/>
          <w:szCs w:val="24"/>
        </w:rPr>
        <w:t> 000,00 Kč.</w:t>
      </w:r>
    </w:p>
    <w:p w:rsidR="00F76C0B" w:rsidRDefault="00F76C0B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F76C0B" w:rsidRPr="00952595" w:rsidRDefault="00F76C0B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F76C0B" w:rsidRPr="00952595" w:rsidRDefault="00F76C0B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F76C0B" w:rsidRPr="00952595" w:rsidRDefault="00F76C0B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76C0B" w:rsidRPr="00952595" w:rsidRDefault="00F76C0B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561 700,00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286 510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F76C0B" w:rsidRPr="00952595" w:rsidRDefault="00F76C0B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F76C0B" w:rsidRPr="00952595" w:rsidRDefault="00F76C0B" w:rsidP="00263B3F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85 245,00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F76C0B" w:rsidRPr="00952595" w:rsidRDefault="00F76C0B" w:rsidP="00263B3F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52 182,00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</w:t>
      </w:r>
      <w:r>
        <w:rPr>
          <w:sz w:val="24"/>
          <w:szCs w:val="24"/>
        </w:rPr>
        <w:t>a</w:t>
      </w:r>
    </w:p>
    <w:p w:rsidR="00F76C0B" w:rsidRPr="0087657E" w:rsidRDefault="00F76C0B" w:rsidP="003B04FA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114 000,00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</w:t>
      </w:r>
      <w:r>
        <w:rPr>
          <w:sz w:val="24"/>
          <w:szCs w:val="24"/>
        </w:rPr>
        <w:t>ouladu se statutem</w:t>
      </w:r>
    </w:p>
    <w:p w:rsidR="00F76C0B" w:rsidRPr="0087657E" w:rsidRDefault="00F76C0B" w:rsidP="003B04FA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odměna u příležitosti životního jubilea ve výši </w:t>
      </w:r>
      <w:r w:rsidRPr="0087657E">
        <w:rPr>
          <w:b/>
          <w:bCs/>
          <w:sz w:val="24"/>
          <w:szCs w:val="24"/>
        </w:rPr>
        <w:t xml:space="preserve">4 014,00 Kč </w:t>
      </w:r>
    </w:p>
    <w:p w:rsidR="00F76C0B" w:rsidRPr="0077783A" w:rsidRDefault="00F76C0B" w:rsidP="003B04FA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9 400,00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8 dětí zaměstnanců</w:t>
      </w:r>
    </w:p>
    <w:p w:rsidR="00F76C0B" w:rsidRPr="0077783A" w:rsidRDefault="00F76C0B" w:rsidP="003B04FA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kulturní a sportovní akce ve výši </w:t>
      </w:r>
      <w:r w:rsidRPr="0077783A">
        <w:rPr>
          <w:b/>
          <w:bCs/>
          <w:sz w:val="24"/>
          <w:szCs w:val="24"/>
        </w:rPr>
        <w:t>10 289,00 Kč</w:t>
      </w:r>
    </w:p>
    <w:p w:rsidR="00F76C0B" w:rsidRPr="0077783A" w:rsidRDefault="00F76C0B" w:rsidP="003B04FA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77783A">
        <w:rPr>
          <w:sz w:val="24"/>
          <w:szCs w:val="24"/>
        </w:rPr>
        <w:t>zápůjčka ve výši</w:t>
      </w:r>
      <w:r>
        <w:rPr>
          <w:b/>
          <w:bCs/>
          <w:sz w:val="24"/>
          <w:szCs w:val="24"/>
        </w:rPr>
        <w:t xml:space="preserve"> 10 000,- Kč</w:t>
      </w:r>
    </w:p>
    <w:p w:rsidR="00F76C0B" w:rsidRDefault="00F76C0B" w:rsidP="00263B3F">
      <w:pPr>
        <w:numPr>
          <w:ilvl w:val="0"/>
          <w:numId w:val="2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1 380,00 Kč</w:t>
      </w:r>
    </w:p>
    <w:p w:rsidR="00F76C0B" w:rsidRDefault="00F76C0B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F76C0B" w:rsidRDefault="00F76C0B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2021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275 150,56</w:t>
      </w:r>
      <w:r w:rsidRPr="00952595">
        <w:rPr>
          <w:b/>
          <w:bCs/>
          <w:sz w:val="24"/>
          <w:szCs w:val="24"/>
        </w:rPr>
        <w:t xml:space="preserve"> Kč.</w:t>
      </w:r>
    </w:p>
    <w:p w:rsidR="00F76C0B" w:rsidRDefault="00F76C0B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F76C0B" w:rsidRPr="00F746AC" w:rsidRDefault="00F76C0B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F76C0B" w:rsidRPr="00952595" w:rsidRDefault="00F76C0B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F76C0B" w:rsidRDefault="00F76C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76C0B" w:rsidRDefault="00F76C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F76C0B" w:rsidRPr="00DF66A5" w:rsidRDefault="00F76C0B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2021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75 009,00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.Přijaté neinvestiční dary od občanů činily </w:t>
      </w:r>
      <w:r>
        <w:rPr>
          <w:b/>
          <w:bCs/>
          <w:sz w:val="24"/>
          <w:szCs w:val="24"/>
        </w:rPr>
        <w:t>7 </w:t>
      </w:r>
      <w:r w:rsidRPr="00DF66A5">
        <w:rPr>
          <w:b/>
          <w:bCs/>
          <w:sz w:val="24"/>
          <w:szCs w:val="24"/>
        </w:rPr>
        <w:t>000</w:t>
      </w:r>
      <w:r>
        <w:rPr>
          <w:b/>
          <w:bCs/>
          <w:sz w:val="24"/>
          <w:szCs w:val="24"/>
        </w:rPr>
        <w:t>,00</w:t>
      </w:r>
      <w:r w:rsidRPr="00DF66A5">
        <w:rPr>
          <w:b/>
          <w:bCs/>
          <w:sz w:val="24"/>
          <w:szCs w:val="24"/>
        </w:rPr>
        <w:t xml:space="preserve"> Kč.</w:t>
      </w:r>
    </w:p>
    <w:p w:rsidR="00F76C0B" w:rsidRPr="00834B02" w:rsidRDefault="00F76C0B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76C0B" w:rsidRDefault="00F76C0B" w:rsidP="00430F00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Čerpání fondu</w:t>
      </w:r>
    </w:p>
    <w:p w:rsidR="00F76C0B" w:rsidRPr="00D87F3B" w:rsidRDefault="00F76C0B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77 000,00 Kč. </w:t>
      </w:r>
      <w:r>
        <w:rPr>
          <w:sz w:val="24"/>
          <w:szCs w:val="24"/>
        </w:rPr>
        <w:t>V roce 2021 nedošlo k čerpání prostředků    z fondu.</w:t>
      </w:r>
    </w:p>
    <w:p w:rsidR="00F76C0B" w:rsidRPr="00D87F3B" w:rsidRDefault="00F76C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76C0B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2021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82 009,00 Kč.</w:t>
      </w:r>
    </w:p>
    <w:p w:rsidR="00F76C0B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Pr="00F746AC" w:rsidRDefault="00F76C0B" w:rsidP="00430F0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financování a obnovy vodohospodářského majetku</w:t>
      </w:r>
    </w:p>
    <w:p w:rsidR="00F76C0B" w:rsidRPr="00952595" w:rsidRDefault="00F76C0B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15. září 2021 bylo schváleno zřízení trvalého peněžního fondu financování a obnovy vodohospodářského majetku města Veverská Bítýška s účinností do 1.10.2021.</w:t>
      </w:r>
    </w:p>
    <w:p w:rsidR="00F76C0B" w:rsidRDefault="00F76C0B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76C0B" w:rsidRDefault="00F76C0B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F76C0B" w:rsidRDefault="00F76C0B" w:rsidP="00430F00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1.10.2021 byly z rozpočtu města převedeny na účet fondu peněžní prostředky v celkové výši </w:t>
      </w:r>
      <w:r w:rsidRPr="00162658">
        <w:rPr>
          <w:b/>
          <w:bCs/>
          <w:sz w:val="24"/>
          <w:szCs w:val="24"/>
        </w:rPr>
        <w:t>1 986 288,76</w:t>
      </w:r>
      <w:r>
        <w:rPr>
          <w:sz w:val="24"/>
          <w:szCs w:val="24"/>
        </w:rPr>
        <w:t xml:space="preserve"> </w:t>
      </w:r>
      <w:r w:rsidRPr="00162658">
        <w:rPr>
          <w:b/>
          <w:bCs/>
          <w:sz w:val="24"/>
          <w:szCs w:val="24"/>
        </w:rPr>
        <w:t xml:space="preserve">Kč </w:t>
      </w:r>
      <w:r>
        <w:rPr>
          <w:sz w:val="24"/>
          <w:szCs w:val="24"/>
        </w:rPr>
        <w:t xml:space="preserve">a to na financování vodovodní infastruktury ve výši </w:t>
      </w:r>
      <w:r w:rsidRPr="00162658">
        <w:rPr>
          <w:b/>
          <w:bCs/>
          <w:sz w:val="24"/>
          <w:szCs w:val="24"/>
        </w:rPr>
        <w:t>1 178 220,90 Kč</w:t>
      </w:r>
      <w:r>
        <w:rPr>
          <w:sz w:val="24"/>
          <w:szCs w:val="24"/>
        </w:rPr>
        <w:t xml:space="preserve"> a na financování kanalizační infrastruktury splaškové ve výši  </w:t>
      </w:r>
      <w:r w:rsidRPr="00162658">
        <w:rPr>
          <w:b/>
          <w:bCs/>
          <w:sz w:val="24"/>
          <w:szCs w:val="24"/>
        </w:rPr>
        <w:t>808 067,86 Kč.</w:t>
      </w:r>
      <w:r>
        <w:rPr>
          <w:b/>
          <w:bCs/>
          <w:sz w:val="24"/>
          <w:szCs w:val="24"/>
        </w:rPr>
        <w:t xml:space="preserve"> </w:t>
      </w:r>
      <w:r w:rsidRPr="00AC67DC">
        <w:rPr>
          <w:sz w:val="24"/>
          <w:szCs w:val="24"/>
        </w:rPr>
        <w:t xml:space="preserve">Úroky z finančních </w:t>
      </w:r>
      <w:r>
        <w:rPr>
          <w:sz w:val="24"/>
          <w:szCs w:val="24"/>
        </w:rPr>
        <w:t xml:space="preserve">prostředků </w:t>
      </w:r>
      <w:r w:rsidRPr="00AC67DC">
        <w:rPr>
          <w:sz w:val="24"/>
          <w:szCs w:val="24"/>
        </w:rPr>
        <w:t>činily</w:t>
      </w:r>
      <w:r>
        <w:rPr>
          <w:sz w:val="24"/>
          <w:szCs w:val="24"/>
        </w:rPr>
        <w:t xml:space="preserve"> </w:t>
      </w:r>
    </w:p>
    <w:p w:rsidR="00F76C0B" w:rsidRPr="00DF66A5" w:rsidRDefault="00F76C0B" w:rsidP="00AC67DC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 w:rsidRPr="00AC67DC">
        <w:rPr>
          <w:b/>
          <w:bCs/>
          <w:sz w:val="24"/>
          <w:szCs w:val="24"/>
        </w:rPr>
        <w:t>50,75</w:t>
      </w:r>
      <w:r>
        <w:rPr>
          <w:sz w:val="24"/>
          <w:szCs w:val="24"/>
        </w:rPr>
        <w:t xml:space="preserve"> </w:t>
      </w:r>
      <w:r w:rsidRPr="00AC67DC">
        <w:rPr>
          <w:b/>
          <w:bCs/>
          <w:sz w:val="24"/>
          <w:szCs w:val="24"/>
        </w:rPr>
        <w:t>Kč.</w:t>
      </w:r>
    </w:p>
    <w:p w:rsidR="00F76C0B" w:rsidRPr="00834B02" w:rsidRDefault="00F76C0B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76C0B" w:rsidRDefault="00F76C0B" w:rsidP="00162658">
      <w:pPr>
        <w:tabs>
          <w:tab w:val="left" w:pos="851"/>
          <w:tab w:val="right" w:pos="90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Čerpání fondu</w:t>
      </w:r>
    </w:p>
    <w:p w:rsidR="00F76C0B" w:rsidRPr="00D87F3B" w:rsidRDefault="00F76C0B" w:rsidP="00430F00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1 986 400,00 Kč. </w:t>
      </w:r>
      <w:r>
        <w:rPr>
          <w:sz w:val="24"/>
          <w:szCs w:val="24"/>
        </w:rPr>
        <w:t xml:space="preserve">V roce 2021 byly použity finanční prostředky pouze k úhradě poplatků za vedení účtu ve výši </w:t>
      </w:r>
      <w:r w:rsidRPr="00AC67DC">
        <w:rPr>
          <w:b/>
          <w:bCs/>
          <w:sz w:val="24"/>
          <w:szCs w:val="24"/>
        </w:rPr>
        <w:t>134,00 Kč.</w:t>
      </w:r>
    </w:p>
    <w:p w:rsidR="00F76C0B" w:rsidRPr="00D87F3B" w:rsidRDefault="00F76C0B" w:rsidP="00430F00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76C0B" w:rsidRDefault="00F76C0B" w:rsidP="00430F00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2021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1 986 205,51 Kč.</w:t>
      </w:r>
    </w:p>
    <w:p w:rsidR="00F76C0B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Pr="00952595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Pr="00952595" w:rsidRDefault="00F76C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76C0B" w:rsidRPr="00EA43AB" w:rsidRDefault="00F76C0B" w:rsidP="00F72346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města za rok 2021</w:t>
      </w:r>
    </w:p>
    <w:p w:rsidR="00F76C0B" w:rsidRDefault="00F76C0B" w:rsidP="00E3520D">
      <w:pPr>
        <w:pStyle w:val="BodyText"/>
        <w:ind w:firstLine="142"/>
        <w:jc w:val="both"/>
      </w:pPr>
      <w:r>
        <w:t xml:space="preserve">Přezkoumání hospodaření města za rok 2021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18. až 19. srpna a 24. srpna 2021, konečné přezkoumání hospodaření se uskutečnilo ve dnech 6. až 7. dubna 2022. </w:t>
      </w:r>
    </w:p>
    <w:p w:rsidR="00F76C0B" w:rsidRDefault="00F76C0B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2021 ne</w:t>
      </w:r>
      <w:r w:rsidRPr="009F3111">
        <w:t>by</w:t>
      </w:r>
      <w:r>
        <w:t>ly zjištěny chyby a nedostatky.</w:t>
      </w:r>
    </w:p>
    <w:p w:rsidR="00F76C0B" w:rsidRDefault="00F76C0B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F76C0B" w:rsidRDefault="00F76C0B" w:rsidP="00E3520D">
      <w:pPr>
        <w:pStyle w:val="BodyText"/>
        <w:tabs>
          <w:tab w:val="left" w:pos="6237"/>
          <w:tab w:val="left" w:pos="7513"/>
        </w:tabs>
        <w:ind w:firstLine="142"/>
      </w:pPr>
    </w:p>
    <w:p w:rsidR="00F76C0B" w:rsidRDefault="00F76C0B" w:rsidP="006B218F">
      <w:pPr>
        <w:pStyle w:val="BodyTex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F76C0B" w:rsidRDefault="00F76C0B" w:rsidP="006B218F">
      <w:pPr>
        <w:pStyle w:val="BodyText"/>
        <w:jc w:val="both"/>
        <w:rPr>
          <w:b/>
          <w:bCs/>
        </w:rPr>
      </w:pPr>
    </w:p>
    <w:p w:rsidR="00F76C0B" w:rsidRDefault="00F76C0B" w:rsidP="006B218F">
      <w:pPr>
        <w:pStyle w:val="BodyText"/>
        <w:jc w:val="both"/>
        <w:rPr>
          <w:b/>
          <w:bCs/>
        </w:rPr>
      </w:pPr>
    </w:p>
    <w:p w:rsidR="00F76C0B" w:rsidRDefault="00F76C0B" w:rsidP="006B218F">
      <w:pPr>
        <w:pStyle w:val="BodyText"/>
        <w:jc w:val="both"/>
        <w:rPr>
          <w:b/>
          <w:bCs/>
        </w:rPr>
      </w:pPr>
    </w:p>
    <w:p w:rsidR="00F76C0B" w:rsidRDefault="00F76C0B" w:rsidP="006B218F">
      <w:pPr>
        <w:pStyle w:val="BodyText"/>
        <w:jc w:val="both"/>
        <w:rPr>
          <w:b/>
          <w:bCs/>
        </w:rPr>
      </w:pPr>
    </w:p>
    <w:p w:rsidR="00F76C0B" w:rsidRDefault="00F76C0B" w:rsidP="006B218F">
      <w:pPr>
        <w:pStyle w:val="BodyText"/>
        <w:jc w:val="both"/>
        <w:rPr>
          <w:b/>
          <w:bCs/>
        </w:rPr>
      </w:pPr>
    </w:p>
    <w:p w:rsidR="00F76C0B" w:rsidRPr="00597797" w:rsidRDefault="00F76C0B" w:rsidP="006B218F">
      <w:pPr>
        <w:pStyle w:val="BodyText"/>
        <w:jc w:val="both"/>
      </w:pPr>
      <w:r w:rsidRPr="00597797">
        <w:rPr>
          <w:b/>
          <w:bCs/>
        </w:rPr>
        <w:t>Příspěvkové organizace</w:t>
      </w:r>
    </w:p>
    <w:p w:rsidR="00F76C0B" w:rsidRDefault="00F76C0B" w:rsidP="00E3520D">
      <w:pPr>
        <w:pStyle w:val="BodyText"/>
        <w:ind w:firstLine="142"/>
      </w:pPr>
      <w:r>
        <w:t>Město je zřizovatelem příspěvkových organizací:</w:t>
      </w:r>
    </w:p>
    <w:p w:rsidR="00F76C0B" w:rsidRDefault="00F76C0B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Neinvestiční příspěvek od města na provoz                                              1 200 000,00 Kč</w:t>
      </w:r>
    </w:p>
    <w:p w:rsidR="00F76C0B" w:rsidRPr="001C38A2" w:rsidRDefault="00F76C0B" w:rsidP="007C1EBB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10 176 101,00 Kč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876 753,06 Kč</w:t>
      </w:r>
    </w:p>
    <w:p w:rsidR="00F76C0B" w:rsidRPr="001C38A2" w:rsidRDefault="00F76C0B" w:rsidP="007C1EBB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         0,00 Kč</w:t>
      </w:r>
    </w:p>
    <w:p w:rsidR="00F76C0B" w:rsidRDefault="00F76C0B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12 252 854,06 Kč</w:t>
      </w:r>
    </w:p>
    <w:p w:rsidR="00F76C0B" w:rsidRDefault="00F76C0B" w:rsidP="007C1EBB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F76C0B" w:rsidRDefault="00F76C0B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F76C0B" w:rsidRDefault="00F76C0B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F76C0B" w:rsidRDefault="00F76C0B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                                          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76C0B" w:rsidRPr="001C4B89" w:rsidRDefault="00F76C0B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10 950 100,00</w:t>
      </w:r>
      <w:r>
        <w:tab/>
      </w:r>
      <w:r>
        <w:tab/>
        <w:t>12 252 854,06</w:t>
      </w:r>
    </w:p>
    <w:p w:rsidR="00F76C0B" w:rsidRPr="001C4B89" w:rsidRDefault="00F76C0B" w:rsidP="007C1EBB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10 950 10</w:t>
      </w:r>
      <w:r w:rsidRPr="00AF24A4">
        <w:t>0,00</w:t>
      </w:r>
      <w:r>
        <w:t xml:space="preserve">                                     </w:t>
      </w:r>
      <w:r>
        <w:tab/>
        <w:t>12 122 420,33</w:t>
      </w:r>
    </w:p>
    <w:p w:rsidR="00F76C0B" w:rsidRPr="00273FE6" w:rsidRDefault="00F76C0B" w:rsidP="007C1EBB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2021</w:t>
      </w:r>
      <w:r>
        <w:tab/>
      </w:r>
      <w:r w:rsidRPr="00637FE5">
        <w:rPr>
          <w:b/>
          <w:bCs/>
        </w:rPr>
        <w:t>13</w:t>
      </w:r>
      <w:r>
        <w:rPr>
          <w:b/>
          <w:bCs/>
        </w:rPr>
        <w:t xml:space="preserve">0 433,73 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2021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181 768,47 Kč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15 113,43 Kč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  46 144,00 Kč</w:t>
      </w:r>
    </w:p>
    <w:p w:rsidR="00F76C0B" w:rsidRDefault="00F76C0B" w:rsidP="007C1EBB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 xml:space="preserve">   130 030,00 Kč</w:t>
      </w:r>
    </w:p>
    <w:p w:rsidR="00F76C0B" w:rsidRDefault="00F76C0B" w:rsidP="00C8258C">
      <w:pPr>
        <w:pStyle w:val="BodyText"/>
        <w:ind w:firstLine="142"/>
        <w:rPr>
          <w:b/>
          <w:bCs/>
        </w:rPr>
      </w:pPr>
    </w:p>
    <w:p w:rsidR="00F76C0B" w:rsidRDefault="00F76C0B" w:rsidP="00576AD8">
      <w:pPr>
        <w:pStyle w:val="BodyText"/>
        <w:rPr>
          <w:b/>
          <w:bCs/>
        </w:rPr>
      </w:pPr>
    </w:p>
    <w:p w:rsidR="00F76C0B" w:rsidRDefault="00F76C0B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Neinvestiční příspěvek od města na provoz</w:t>
      </w:r>
      <w:r>
        <w:tab/>
        <w:t xml:space="preserve">  2 300 000,00 Kč</w:t>
      </w:r>
    </w:p>
    <w:p w:rsidR="00F76C0B" w:rsidRPr="00C33F23" w:rsidRDefault="00F76C0B" w:rsidP="001A7CA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33 784 919,47 Kč</w:t>
      </w:r>
    </w:p>
    <w:p w:rsidR="00F76C0B" w:rsidRDefault="00F76C0B" w:rsidP="00732B89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1 512 946,11 Kč</w:t>
      </w:r>
    </w:p>
    <w:p w:rsidR="00F76C0B" w:rsidRDefault="00F76C0B" w:rsidP="00732B89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12 990,00 Kč</w:t>
      </w:r>
    </w:p>
    <w:p w:rsidR="00F76C0B" w:rsidRPr="006F2836" w:rsidRDefault="00F76C0B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37 610 855,58</w:t>
      </w:r>
      <w:r w:rsidRPr="006F2836">
        <w:rPr>
          <w:b/>
          <w:bCs/>
        </w:rPr>
        <w:t xml:space="preserve"> Kč</w:t>
      </w:r>
    </w:p>
    <w:p w:rsidR="00F76C0B" w:rsidRPr="006F2836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36 833 000,00</w:t>
      </w:r>
      <w:r>
        <w:tab/>
      </w:r>
      <w:r>
        <w:tab/>
        <w:t>37 610 855,58</w:t>
      </w: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 xml:space="preserve">36 833 000,00                                       </w:t>
      </w:r>
      <w:r>
        <w:tab/>
        <w:t>37 013 751,37</w:t>
      </w:r>
    </w:p>
    <w:p w:rsidR="00F76C0B" w:rsidRPr="00D64C82" w:rsidRDefault="00F76C0B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2021</w:t>
      </w:r>
      <w:r>
        <w:tab/>
      </w:r>
      <w:r>
        <w:rPr>
          <w:b/>
          <w:bCs/>
        </w:rPr>
        <w:t>597 104,21</w:t>
      </w:r>
      <w:r w:rsidRPr="00C33F23">
        <w:rPr>
          <w:b/>
          <w:bCs/>
        </w:rPr>
        <w:t xml:space="preserve">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2021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914 235,54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361 824,93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409 302,82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488 651,00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  <w:jc w:val="both"/>
      </w:pPr>
    </w:p>
    <w:p w:rsidR="00F76C0B" w:rsidRDefault="00F76C0B" w:rsidP="006B218F">
      <w:pPr>
        <w:pStyle w:val="BodyText"/>
        <w:tabs>
          <w:tab w:val="right" w:pos="8647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right" w:pos="8647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right" w:pos="8647"/>
        </w:tabs>
        <w:rPr>
          <w:b/>
          <w:bCs/>
        </w:rPr>
      </w:pPr>
      <w:r>
        <w:rPr>
          <w:b/>
          <w:bCs/>
        </w:rPr>
        <w:t xml:space="preserve"> </w:t>
      </w:r>
      <w:r w:rsidRPr="00652BD0">
        <w:rPr>
          <w:b/>
          <w:bCs/>
        </w:rPr>
        <w:t>3. Vývařovna obědů Veverská Bítýška</w:t>
      </w:r>
    </w:p>
    <w:p w:rsidR="00F76C0B" w:rsidRPr="00FB3062" w:rsidRDefault="00F76C0B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F76C0B" w:rsidRDefault="00F76C0B" w:rsidP="006B218F">
      <w:pPr>
        <w:pStyle w:val="BodyText"/>
        <w:tabs>
          <w:tab w:val="right" w:pos="8647"/>
        </w:tabs>
        <w:ind w:firstLine="142"/>
      </w:pPr>
      <w:r>
        <w:t>Vlastní příjmy                                                                                            1 059 490,28 Kč</w:t>
      </w:r>
    </w:p>
    <w:p w:rsidR="00F76C0B" w:rsidRPr="00DF777C" w:rsidRDefault="00F76C0B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2 059 490,28</w:t>
      </w:r>
      <w:r w:rsidRPr="00DF777C">
        <w:rPr>
          <w:b/>
          <w:bCs/>
        </w:rPr>
        <w:t xml:space="preserve">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</w:p>
    <w:p w:rsidR="00F76C0B" w:rsidRPr="00022AD4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 xml:space="preserve">Kč]                                   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2 158 100,00</w:t>
      </w:r>
      <w:r>
        <w:tab/>
      </w:r>
      <w:r>
        <w:tab/>
        <w:t>2 059 490,28</w:t>
      </w:r>
    </w:p>
    <w:p w:rsidR="00F76C0B" w:rsidRDefault="00F76C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2 158 100,00</w:t>
      </w:r>
      <w:r>
        <w:tab/>
      </w:r>
      <w:r>
        <w:tab/>
        <w:t>1 944 726,47</w:t>
      </w:r>
    </w:p>
    <w:p w:rsidR="00F76C0B" w:rsidRDefault="00F76C0B" w:rsidP="00432281">
      <w:pPr>
        <w:pStyle w:val="BodyText"/>
        <w:tabs>
          <w:tab w:val="right" w:pos="8647"/>
        </w:tabs>
        <w:ind w:firstLine="142"/>
      </w:pPr>
      <w:r>
        <w:t>Výsledek hospodaření k 31. 12. 2021</w:t>
      </w:r>
      <w:r>
        <w:tab/>
      </w:r>
      <w:r>
        <w:rPr>
          <w:b/>
          <w:bCs/>
        </w:rPr>
        <w:t>114 763,81</w:t>
      </w:r>
      <w:r w:rsidRPr="005F2B76">
        <w:rPr>
          <w:b/>
          <w:bCs/>
        </w:rPr>
        <w:t xml:space="preserve">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31.12.2021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40 359,00 Kč</w:t>
      </w:r>
    </w:p>
    <w:p w:rsidR="00F76C0B" w:rsidRDefault="00F76C0B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368 208,70 Kč</w:t>
      </w:r>
    </w:p>
    <w:p w:rsidR="00F76C0B" w:rsidRPr="00952595" w:rsidRDefault="00F76C0B" w:rsidP="00447370">
      <w:pPr>
        <w:pStyle w:val="BodyText"/>
        <w:tabs>
          <w:tab w:val="left" w:pos="5954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left" w:pos="5954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left" w:pos="5954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15. 6. 2022</w:t>
      </w:r>
    </w:p>
    <w:p w:rsidR="00F76C0B" w:rsidRDefault="00F76C0B" w:rsidP="006B218F">
      <w:pPr>
        <w:pStyle w:val="BodyText"/>
        <w:tabs>
          <w:tab w:val="left" w:pos="5954"/>
        </w:tabs>
        <w:rPr>
          <w:b/>
          <w:bCs/>
        </w:rPr>
      </w:pPr>
    </w:p>
    <w:p w:rsidR="00F76C0B" w:rsidRDefault="00F76C0B" w:rsidP="006B218F">
      <w:pPr>
        <w:pStyle w:val="BodyText"/>
        <w:tabs>
          <w:tab w:val="left" w:pos="5954"/>
        </w:tabs>
        <w:rPr>
          <w:b/>
          <w:bCs/>
        </w:rPr>
      </w:pPr>
    </w:p>
    <w:p w:rsidR="00F76C0B" w:rsidRPr="00B46F12" w:rsidRDefault="00F76C0B" w:rsidP="00403948">
      <w:pPr>
        <w:pStyle w:val="BodyText"/>
        <w:tabs>
          <w:tab w:val="left" w:pos="5954"/>
        </w:tabs>
      </w:pPr>
      <w:r>
        <w:rPr>
          <w:b/>
          <w:bCs/>
        </w:rPr>
        <w:t xml:space="preserve">Na el.úřední desce vyvěšeno dne:                                            </w:t>
      </w:r>
    </w:p>
    <w:p w:rsidR="00F76C0B" w:rsidRPr="00B46F12" w:rsidRDefault="00F76C0B" w:rsidP="00811EE6">
      <w:pPr>
        <w:pStyle w:val="BodyText"/>
        <w:ind w:firstLine="142"/>
        <w:jc w:val="center"/>
      </w:pPr>
    </w:p>
    <w:p w:rsidR="00F76C0B" w:rsidRPr="00B46F12" w:rsidRDefault="00F76C0B" w:rsidP="00811EE6">
      <w:pPr>
        <w:pStyle w:val="BodyText"/>
        <w:ind w:firstLine="142"/>
        <w:jc w:val="center"/>
      </w:pPr>
    </w:p>
    <w:p w:rsidR="00F76C0B" w:rsidRPr="00B46F12" w:rsidRDefault="00F76C0B" w:rsidP="00811EE6">
      <w:pPr>
        <w:pStyle w:val="BodyText"/>
        <w:ind w:firstLine="142"/>
        <w:jc w:val="center"/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76C0B" w:rsidRDefault="00F76C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F76C0B" w:rsidSect="00E12D74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51" w:bottom="992" w:left="851" w:header="794" w:footer="85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C0B" w:rsidRDefault="00F76C0B">
      <w:r>
        <w:separator/>
      </w:r>
    </w:p>
  </w:endnote>
  <w:endnote w:type="continuationSeparator" w:id="0">
    <w:p w:rsidR="00F76C0B" w:rsidRDefault="00F7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C0B" w:rsidRDefault="00F76C0B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12</w:t>
    </w:r>
    <w:r>
      <w:rPr>
        <w:rStyle w:val="PageNumber"/>
      </w:rPr>
      <w:fldChar w:fldCharType="end"/>
    </w:r>
  </w:p>
  <w:p w:rsidR="00F76C0B" w:rsidRDefault="00F76C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C0B" w:rsidRDefault="00F76C0B">
    <w:pPr>
      <w:pStyle w:val="Footer"/>
      <w:jc w:val="center"/>
    </w:pPr>
    <w:fldSimple w:instr=" PAGE   \* MERGEFORMAT ">
      <w:r>
        <w:t>11</w:t>
      </w:r>
    </w:fldSimple>
  </w:p>
  <w:p w:rsidR="00F76C0B" w:rsidRDefault="00F76C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C0B" w:rsidRDefault="00F76C0B">
      <w:r>
        <w:separator/>
      </w:r>
    </w:p>
  </w:footnote>
  <w:footnote w:type="continuationSeparator" w:id="0">
    <w:p w:rsidR="00F76C0B" w:rsidRDefault="00F76C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27872"/>
    <w:multiLevelType w:val="hybridMultilevel"/>
    <w:tmpl w:val="D36423A6"/>
    <w:lvl w:ilvl="0" w:tplc="85DE0B88">
      <w:start w:val="6171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4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5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7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8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20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9817DD"/>
    <w:multiLevelType w:val="hybridMultilevel"/>
    <w:tmpl w:val="C562C8DE"/>
    <w:lvl w:ilvl="0" w:tplc="61464322">
      <w:start w:val="521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3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4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32"/>
  </w:num>
  <w:num w:numId="190">
    <w:abstractNumId w:val="4"/>
  </w:num>
  <w:num w:numId="191">
    <w:abstractNumId w:val="3"/>
  </w:num>
  <w:num w:numId="192">
    <w:abstractNumId w:val="25"/>
  </w:num>
  <w:num w:numId="193">
    <w:abstractNumId w:val="7"/>
  </w:num>
  <w:num w:numId="194">
    <w:abstractNumId w:val="28"/>
  </w:num>
  <w:num w:numId="195">
    <w:abstractNumId w:val="19"/>
  </w:num>
  <w:num w:numId="196">
    <w:abstractNumId w:val="8"/>
  </w:num>
  <w:num w:numId="197">
    <w:abstractNumId w:val="29"/>
  </w:num>
  <w:num w:numId="198">
    <w:abstractNumId w:val="10"/>
  </w:num>
  <w:num w:numId="199">
    <w:abstractNumId w:val="21"/>
  </w:num>
  <w:num w:numId="200">
    <w:abstractNumId w:val="20"/>
  </w:num>
  <w:num w:numId="201">
    <w:abstractNumId w:val="38"/>
  </w:num>
  <w:num w:numId="202">
    <w:abstractNumId w:val="36"/>
  </w:num>
  <w:num w:numId="203">
    <w:abstractNumId w:val="34"/>
  </w:num>
  <w:num w:numId="204">
    <w:abstractNumId w:val="11"/>
  </w:num>
  <w:num w:numId="205">
    <w:abstractNumId w:val="9"/>
  </w:num>
  <w:num w:numId="206">
    <w:abstractNumId w:val="2"/>
  </w:num>
  <w:num w:numId="207">
    <w:abstractNumId w:val="43"/>
  </w:num>
  <w:num w:numId="208">
    <w:abstractNumId w:val="31"/>
  </w:num>
  <w:num w:numId="209">
    <w:abstractNumId w:val="23"/>
  </w:num>
  <w:num w:numId="210">
    <w:abstractNumId w:val="30"/>
  </w:num>
  <w:num w:numId="211">
    <w:abstractNumId w:val="18"/>
  </w:num>
  <w:num w:numId="212">
    <w:abstractNumId w:val="16"/>
  </w:num>
  <w:num w:numId="213">
    <w:abstractNumId w:val="37"/>
  </w:num>
  <w:num w:numId="214">
    <w:abstractNumId w:val="35"/>
  </w:num>
  <w:num w:numId="215">
    <w:abstractNumId w:val="27"/>
  </w:num>
  <w:num w:numId="216">
    <w:abstractNumId w:val="44"/>
  </w:num>
  <w:num w:numId="217">
    <w:abstractNumId w:val="22"/>
  </w:num>
  <w:num w:numId="218">
    <w:abstractNumId w:val="46"/>
  </w:num>
  <w:num w:numId="219">
    <w:abstractNumId w:val="15"/>
  </w:num>
  <w:num w:numId="220">
    <w:abstractNumId w:val="24"/>
  </w:num>
  <w:num w:numId="221">
    <w:abstractNumId w:val="13"/>
  </w:num>
  <w:num w:numId="222">
    <w:abstractNumId w:val="33"/>
  </w:num>
  <w:num w:numId="223">
    <w:abstractNumId w:val="5"/>
  </w:num>
  <w:num w:numId="224">
    <w:abstractNumId w:val="39"/>
  </w:num>
  <w:num w:numId="225">
    <w:abstractNumId w:val="42"/>
  </w:num>
  <w:num w:numId="226">
    <w:abstractNumId w:val="12"/>
  </w:num>
  <w:num w:numId="227">
    <w:abstractNumId w:val="14"/>
  </w:num>
  <w:num w:numId="228">
    <w:abstractNumId w:val="6"/>
  </w:num>
  <w:num w:numId="229">
    <w:abstractNumId w:val="40"/>
  </w:num>
  <w:num w:numId="230">
    <w:abstractNumId w:val="17"/>
  </w:num>
  <w:num w:numId="231">
    <w:abstractNumId w:val="45"/>
  </w:num>
  <w:num w:numId="232">
    <w:abstractNumId w:val="41"/>
  </w:num>
  <w:num w:numId="233">
    <w:abstractNumId w:val="26"/>
  </w:num>
  <w:num w:numId="2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2F5D"/>
    <w:rsid w:val="00014BB0"/>
    <w:rsid w:val="000161F8"/>
    <w:rsid w:val="000228A6"/>
    <w:rsid w:val="00022AD4"/>
    <w:rsid w:val="00022BA0"/>
    <w:rsid w:val="0002533B"/>
    <w:rsid w:val="000255F6"/>
    <w:rsid w:val="00030D3F"/>
    <w:rsid w:val="00033F95"/>
    <w:rsid w:val="00035AC5"/>
    <w:rsid w:val="00040D91"/>
    <w:rsid w:val="000413D6"/>
    <w:rsid w:val="00042CAC"/>
    <w:rsid w:val="00043D92"/>
    <w:rsid w:val="000443F9"/>
    <w:rsid w:val="000449FA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658FE"/>
    <w:rsid w:val="00071B28"/>
    <w:rsid w:val="00071E23"/>
    <w:rsid w:val="0007239C"/>
    <w:rsid w:val="00072459"/>
    <w:rsid w:val="000807EB"/>
    <w:rsid w:val="00081FF9"/>
    <w:rsid w:val="0008209B"/>
    <w:rsid w:val="000836D8"/>
    <w:rsid w:val="00085DDD"/>
    <w:rsid w:val="00086285"/>
    <w:rsid w:val="00090A4D"/>
    <w:rsid w:val="000936CA"/>
    <w:rsid w:val="0009455D"/>
    <w:rsid w:val="000972D3"/>
    <w:rsid w:val="000972FE"/>
    <w:rsid w:val="00097BDF"/>
    <w:rsid w:val="000A01DA"/>
    <w:rsid w:val="000A1689"/>
    <w:rsid w:val="000A1B62"/>
    <w:rsid w:val="000A1EAF"/>
    <w:rsid w:val="000A43EE"/>
    <w:rsid w:val="000A455C"/>
    <w:rsid w:val="000A5A9E"/>
    <w:rsid w:val="000A5EE1"/>
    <w:rsid w:val="000A7C3D"/>
    <w:rsid w:val="000B358D"/>
    <w:rsid w:val="000B3978"/>
    <w:rsid w:val="000B4627"/>
    <w:rsid w:val="000B4F26"/>
    <w:rsid w:val="000B64B7"/>
    <w:rsid w:val="000C1F03"/>
    <w:rsid w:val="000C2D09"/>
    <w:rsid w:val="000C6A98"/>
    <w:rsid w:val="000C7108"/>
    <w:rsid w:val="000D27DF"/>
    <w:rsid w:val="000D2A80"/>
    <w:rsid w:val="000D5656"/>
    <w:rsid w:val="000D5C27"/>
    <w:rsid w:val="000D76C9"/>
    <w:rsid w:val="000D7FC8"/>
    <w:rsid w:val="000E261E"/>
    <w:rsid w:val="000E2C3A"/>
    <w:rsid w:val="000E30F4"/>
    <w:rsid w:val="000E4B8E"/>
    <w:rsid w:val="000F00CE"/>
    <w:rsid w:val="000F040E"/>
    <w:rsid w:val="000F0C12"/>
    <w:rsid w:val="000F2E6D"/>
    <w:rsid w:val="000F336E"/>
    <w:rsid w:val="000F3E64"/>
    <w:rsid w:val="000F4126"/>
    <w:rsid w:val="000F43A2"/>
    <w:rsid w:val="000F588B"/>
    <w:rsid w:val="000F76A7"/>
    <w:rsid w:val="00100F8D"/>
    <w:rsid w:val="001028E8"/>
    <w:rsid w:val="00104EDC"/>
    <w:rsid w:val="00105FCD"/>
    <w:rsid w:val="00106094"/>
    <w:rsid w:val="001060E0"/>
    <w:rsid w:val="00106DD7"/>
    <w:rsid w:val="001113A2"/>
    <w:rsid w:val="001143FF"/>
    <w:rsid w:val="001168ED"/>
    <w:rsid w:val="00117DDC"/>
    <w:rsid w:val="00123CB0"/>
    <w:rsid w:val="001245BB"/>
    <w:rsid w:val="00124712"/>
    <w:rsid w:val="00127ED5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432D"/>
    <w:rsid w:val="001446E0"/>
    <w:rsid w:val="0014677C"/>
    <w:rsid w:val="0015184A"/>
    <w:rsid w:val="00152ED0"/>
    <w:rsid w:val="001549F5"/>
    <w:rsid w:val="00156B50"/>
    <w:rsid w:val="001575C7"/>
    <w:rsid w:val="00162291"/>
    <w:rsid w:val="00162534"/>
    <w:rsid w:val="00162658"/>
    <w:rsid w:val="001649FC"/>
    <w:rsid w:val="00166F0A"/>
    <w:rsid w:val="001711C5"/>
    <w:rsid w:val="00171229"/>
    <w:rsid w:val="0017583E"/>
    <w:rsid w:val="00175CF2"/>
    <w:rsid w:val="001774A9"/>
    <w:rsid w:val="00177AA1"/>
    <w:rsid w:val="00177B98"/>
    <w:rsid w:val="0018131C"/>
    <w:rsid w:val="001820FB"/>
    <w:rsid w:val="001827D1"/>
    <w:rsid w:val="00182F90"/>
    <w:rsid w:val="00184F52"/>
    <w:rsid w:val="00187BB0"/>
    <w:rsid w:val="00187F2F"/>
    <w:rsid w:val="00190D48"/>
    <w:rsid w:val="00191358"/>
    <w:rsid w:val="00191439"/>
    <w:rsid w:val="00192A2A"/>
    <w:rsid w:val="00193B18"/>
    <w:rsid w:val="00196B51"/>
    <w:rsid w:val="00197B35"/>
    <w:rsid w:val="001A34DD"/>
    <w:rsid w:val="001A3984"/>
    <w:rsid w:val="001A5073"/>
    <w:rsid w:val="001A50D9"/>
    <w:rsid w:val="001A544D"/>
    <w:rsid w:val="001A5DBA"/>
    <w:rsid w:val="001A78E0"/>
    <w:rsid w:val="001A7CA2"/>
    <w:rsid w:val="001B09C1"/>
    <w:rsid w:val="001B10B0"/>
    <w:rsid w:val="001B1F6D"/>
    <w:rsid w:val="001B218B"/>
    <w:rsid w:val="001B2FB2"/>
    <w:rsid w:val="001B41AD"/>
    <w:rsid w:val="001B6B60"/>
    <w:rsid w:val="001B756B"/>
    <w:rsid w:val="001C38A2"/>
    <w:rsid w:val="001C4A6C"/>
    <w:rsid w:val="001C4B89"/>
    <w:rsid w:val="001D1894"/>
    <w:rsid w:val="001D23F7"/>
    <w:rsid w:val="001D3D53"/>
    <w:rsid w:val="001D45D7"/>
    <w:rsid w:val="001D48C1"/>
    <w:rsid w:val="001D4F9A"/>
    <w:rsid w:val="001E6428"/>
    <w:rsid w:val="001E7EBF"/>
    <w:rsid w:val="001F185A"/>
    <w:rsid w:val="001F2165"/>
    <w:rsid w:val="001F620A"/>
    <w:rsid w:val="002003F7"/>
    <w:rsid w:val="002012A7"/>
    <w:rsid w:val="00202D5B"/>
    <w:rsid w:val="0020378A"/>
    <w:rsid w:val="00204D1D"/>
    <w:rsid w:val="00205478"/>
    <w:rsid w:val="00207CC7"/>
    <w:rsid w:val="00207D22"/>
    <w:rsid w:val="002102AC"/>
    <w:rsid w:val="00211980"/>
    <w:rsid w:val="002126D0"/>
    <w:rsid w:val="002132C4"/>
    <w:rsid w:val="002138B4"/>
    <w:rsid w:val="002153E4"/>
    <w:rsid w:val="00216B7E"/>
    <w:rsid w:val="00221D3E"/>
    <w:rsid w:val="002223C7"/>
    <w:rsid w:val="0022687B"/>
    <w:rsid w:val="00231E0E"/>
    <w:rsid w:val="00233B83"/>
    <w:rsid w:val="002354EA"/>
    <w:rsid w:val="00236A73"/>
    <w:rsid w:val="00237838"/>
    <w:rsid w:val="0024017D"/>
    <w:rsid w:val="002449EB"/>
    <w:rsid w:val="002500A0"/>
    <w:rsid w:val="002506C6"/>
    <w:rsid w:val="00250CEF"/>
    <w:rsid w:val="00252998"/>
    <w:rsid w:val="002551F9"/>
    <w:rsid w:val="00261CE3"/>
    <w:rsid w:val="00263B3F"/>
    <w:rsid w:val="0027199E"/>
    <w:rsid w:val="00271FC2"/>
    <w:rsid w:val="00272E26"/>
    <w:rsid w:val="00273FE6"/>
    <w:rsid w:val="00275B40"/>
    <w:rsid w:val="0028033A"/>
    <w:rsid w:val="00280CE2"/>
    <w:rsid w:val="00281478"/>
    <w:rsid w:val="00282DBC"/>
    <w:rsid w:val="00287290"/>
    <w:rsid w:val="00290B6A"/>
    <w:rsid w:val="002972E4"/>
    <w:rsid w:val="002A1FC6"/>
    <w:rsid w:val="002A235E"/>
    <w:rsid w:val="002A2B6C"/>
    <w:rsid w:val="002A3667"/>
    <w:rsid w:val="002A3B5D"/>
    <w:rsid w:val="002A59AD"/>
    <w:rsid w:val="002B18B8"/>
    <w:rsid w:val="002B1A59"/>
    <w:rsid w:val="002B27AF"/>
    <w:rsid w:val="002B4263"/>
    <w:rsid w:val="002B64E4"/>
    <w:rsid w:val="002B6ED7"/>
    <w:rsid w:val="002C38CA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2416"/>
    <w:rsid w:val="00303B7F"/>
    <w:rsid w:val="003043BF"/>
    <w:rsid w:val="003053D7"/>
    <w:rsid w:val="00307D5C"/>
    <w:rsid w:val="00310CC7"/>
    <w:rsid w:val="00313B17"/>
    <w:rsid w:val="0031621D"/>
    <w:rsid w:val="003163D0"/>
    <w:rsid w:val="00320CFB"/>
    <w:rsid w:val="0032392D"/>
    <w:rsid w:val="003243EC"/>
    <w:rsid w:val="0032477D"/>
    <w:rsid w:val="00325B7D"/>
    <w:rsid w:val="00326029"/>
    <w:rsid w:val="00326B2E"/>
    <w:rsid w:val="003274E3"/>
    <w:rsid w:val="003275F7"/>
    <w:rsid w:val="0033013F"/>
    <w:rsid w:val="00330618"/>
    <w:rsid w:val="0033161E"/>
    <w:rsid w:val="00337431"/>
    <w:rsid w:val="0034088E"/>
    <w:rsid w:val="00340A2E"/>
    <w:rsid w:val="0034389C"/>
    <w:rsid w:val="00343BC6"/>
    <w:rsid w:val="00343E9D"/>
    <w:rsid w:val="003448A4"/>
    <w:rsid w:val="0034552D"/>
    <w:rsid w:val="003457B8"/>
    <w:rsid w:val="00345C21"/>
    <w:rsid w:val="00345E5B"/>
    <w:rsid w:val="0034625C"/>
    <w:rsid w:val="00357120"/>
    <w:rsid w:val="003579C3"/>
    <w:rsid w:val="00360B48"/>
    <w:rsid w:val="00361745"/>
    <w:rsid w:val="00362FC9"/>
    <w:rsid w:val="003635B0"/>
    <w:rsid w:val="00366278"/>
    <w:rsid w:val="00366C5A"/>
    <w:rsid w:val="003700E3"/>
    <w:rsid w:val="00370A40"/>
    <w:rsid w:val="003729B9"/>
    <w:rsid w:val="00373229"/>
    <w:rsid w:val="00375B74"/>
    <w:rsid w:val="00376210"/>
    <w:rsid w:val="003779AF"/>
    <w:rsid w:val="003805EC"/>
    <w:rsid w:val="0038084E"/>
    <w:rsid w:val="00386018"/>
    <w:rsid w:val="00386FC5"/>
    <w:rsid w:val="00390009"/>
    <w:rsid w:val="00391147"/>
    <w:rsid w:val="00391342"/>
    <w:rsid w:val="0039478A"/>
    <w:rsid w:val="00395A9D"/>
    <w:rsid w:val="003970A5"/>
    <w:rsid w:val="003A03EC"/>
    <w:rsid w:val="003A2624"/>
    <w:rsid w:val="003A3F9C"/>
    <w:rsid w:val="003A4CFD"/>
    <w:rsid w:val="003A5618"/>
    <w:rsid w:val="003A7CB0"/>
    <w:rsid w:val="003A7E29"/>
    <w:rsid w:val="003B03BE"/>
    <w:rsid w:val="003B04FA"/>
    <w:rsid w:val="003B1536"/>
    <w:rsid w:val="003B1CDB"/>
    <w:rsid w:val="003B7F32"/>
    <w:rsid w:val="003C05A1"/>
    <w:rsid w:val="003C4518"/>
    <w:rsid w:val="003C4FF8"/>
    <w:rsid w:val="003C54B0"/>
    <w:rsid w:val="003C6E79"/>
    <w:rsid w:val="003C6EC4"/>
    <w:rsid w:val="003C7F43"/>
    <w:rsid w:val="003D1B8A"/>
    <w:rsid w:val="003D20D2"/>
    <w:rsid w:val="003D3FD1"/>
    <w:rsid w:val="003E1D8F"/>
    <w:rsid w:val="003E2793"/>
    <w:rsid w:val="003E331C"/>
    <w:rsid w:val="003E690A"/>
    <w:rsid w:val="003E7DFA"/>
    <w:rsid w:val="003F0C4B"/>
    <w:rsid w:val="003F5811"/>
    <w:rsid w:val="003F62E7"/>
    <w:rsid w:val="00403948"/>
    <w:rsid w:val="00404017"/>
    <w:rsid w:val="004041F3"/>
    <w:rsid w:val="00405022"/>
    <w:rsid w:val="00405167"/>
    <w:rsid w:val="00405B9D"/>
    <w:rsid w:val="00405D45"/>
    <w:rsid w:val="00407B46"/>
    <w:rsid w:val="0041200E"/>
    <w:rsid w:val="004120BC"/>
    <w:rsid w:val="00413684"/>
    <w:rsid w:val="00414E09"/>
    <w:rsid w:val="00416F8B"/>
    <w:rsid w:val="004179CB"/>
    <w:rsid w:val="00422AB7"/>
    <w:rsid w:val="00430ED6"/>
    <w:rsid w:val="00430F00"/>
    <w:rsid w:val="00431296"/>
    <w:rsid w:val="00432281"/>
    <w:rsid w:val="004327DC"/>
    <w:rsid w:val="00433B85"/>
    <w:rsid w:val="004344D7"/>
    <w:rsid w:val="0043452B"/>
    <w:rsid w:val="004349F6"/>
    <w:rsid w:val="00437835"/>
    <w:rsid w:val="00446492"/>
    <w:rsid w:val="00447370"/>
    <w:rsid w:val="00452863"/>
    <w:rsid w:val="004563E2"/>
    <w:rsid w:val="0046171A"/>
    <w:rsid w:val="004625A3"/>
    <w:rsid w:val="00465229"/>
    <w:rsid w:val="0047040B"/>
    <w:rsid w:val="00470A29"/>
    <w:rsid w:val="00471C51"/>
    <w:rsid w:val="00473152"/>
    <w:rsid w:val="00474CBB"/>
    <w:rsid w:val="00476036"/>
    <w:rsid w:val="004801A1"/>
    <w:rsid w:val="00484594"/>
    <w:rsid w:val="00484A5B"/>
    <w:rsid w:val="00485FF6"/>
    <w:rsid w:val="00492358"/>
    <w:rsid w:val="00492ED6"/>
    <w:rsid w:val="004937FF"/>
    <w:rsid w:val="004969CD"/>
    <w:rsid w:val="004971E6"/>
    <w:rsid w:val="0049727F"/>
    <w:rsid w:val="00497626"/>
    <w:rsid w:val="004A2B8F"/>
    <w:rsid w:val="004A3EA7"/>
    <w:rsid w:val="004A546E"/>
    <w:rsid w:val="004A5962"/>
    <w:rsid w:val="004A60E3"/>
    <w:rsid w:val="004B5ADE"/>
    <w:rsid w:val="004B79A5"/>
    <w:rsid w:val="004C04AB"/>
    <w:rsid w:val="004C0C43"/>
    <w:rsid w:val="004C4605"/>
    <w:rsid w:val="004C72D4"/>
    <w:rsid w:val="004D0409"/>
    <w:rsid w:val="004D1316"/>
    <w:rsid w:val="004D518F"/>
    <w:rsid w:val="004D5D6C"/>
    <w:rsid w:val="004E2117"/>
    <w:rsid w:val="004E24EF"/>
    <w:rsid w:val="004F173B"/>
    <w:rsid w:val="004F361E"/>
    <w:rsid w:val="004F4827"/>
    <w:rsid w:val="004F5BB6"/>
    <w:rsid w:val="00500C5C"/>
    <w:rsid w:val="00504617"/>
    <w:rsid w:val="00505B39"/>
    <w:rsid w:val="00507883"/>
    <w:rsid w:val="00507A7D"/>
    <w:rsid w:val="00510826"/>
    <w:rsid w:val="00511AC3"/>
    <w:rsid w:val="00511C13"/>
    <w:rsid w:val="005125DC"/>
    <w:rsid w:val="005171F7"/>
    <w:rsid w:val="00520FA1"/>
    <w:rsid w:val="0052118D"/>
    <w:rsid w:val="00523571"/>
    <w:rsid w:val="00525288"/>
    <w:rsid w:val="00532B7C"/>
    <w:rsid w:val="00532DEF"/>
    <w:rsid w:val="005330B6"/>
    <w:rsid w:val="00535A3D"/>
    <w:rsid w:val="0053689C"/>
    <w:rsid w:val="005420C7"/>
    <w:rsid w:val="00542915"/>
    <w:rsid w:val="00544A4F"/>
    <w:rsid w:val="00545A77"/>
    <w:rsid w:val="005462D0"/>
    <w:rsid w:val="0054643E"/>
    <w:rsid w:val="00546AB8"/>
    <w:rsid w:val="0054796F"/>
    <w:rsid w:val="00547A31"/>
    <w:rsid w:val="00547AF8"/>
    <w:rsid w:val="00553EB6"/>
    <w:rsid w:val="00554BE6"/>
    <w:rsid w:val="00556D63"/>
    <w:rsid w:val="00562D48"/>
    <w:rsid w:val="0057224F"/>
    <w:rsid w:val="00572D87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640B"/>
    <w:rsid w:val="00597797"/>
    <w:rsid w:val="005A0FA7"/>
    <w:rsid w:val="005A63EC"/>
    <w:rsid w:val="005B10BF"/>
    <w:rsid w:val="005B18DD"/>
    <w:rsid w:val="005B3F28"/>
    <w:rsid w:val="005B7E1B"/>
    <w:rsid w:val="005C004E"/>
    <w:rsid w:val="005C0A00"/>
    <w:rsid w:val="005C0C54"/>
    <w:rsid w:val="005C2209"/>
    <w:rsid w:val="005C3EF2"/>
    <w:rsid w:val="005C59D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242E"/>
    <w:rsid w:val="00605D3A"/>
    <w:rsid w:val="006073F5"/>
    <w:rsid w:val="00610B2E"/>
    <w:rsid w:val="006114DB"/>
    <w:rsid w:val="00614FFA"/>
    <w:rsid w:val="00615250"/>
    <w:rsid w:val="00616990"/>
    <w:rsid w:val="00620B3E"/>
    <w:rsid w:val="00621797"/>
    <w:rsid w:val="00623AAA"/>
    <w:rsid w:val="0062422D"/>
    <w:rsid w:val="00624642"/>
    <w:rsid w:val="00624A88"/>
    <w:rsid w:val="00624BF0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5785"/>
    <w:rsid w:val="00637477"/>
    <w:rsid w:val="00637FE5"/>
    <w:rsid w:val="006401E7"/>
    <w:rsid w:val="00640788"/>
    <w:rsid w:val="00641C67"/>
    <w:rsid w:val="00645291"/>
    <w:rsid w:val="00646033"/>
    <w:rsid w:val="006508EB"/>
    <w:rsid w:val="00652B8C"/>
    <w:rsid w:val="00652BD0"/>
    <w:rsid w:val="0065501D"/>
    <w:rsid w:val="00655E38"/>
    <w:rsid w:val="00656D4E"/>
    <w:rsid w:val="00660769"/>
    <w:rsid w:val="00660B04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180D"/>
    <w:rsid w:val="006718F6"/>
    <w:rsid w:val="006733DE"/>
    <w:rsid w:val="00673A76"/>
    <w:rsid w:val="0067411F"/>
    <w:rsid w:val="0068044E"/>
    <w:rsid w:val="006840C1"/>
    <w:rsid w:val="006841F8"/>
    <w:rsid w:val="0069127D"/>
    <w:rsid w:val="006A4016"/>
    <w:rsid w:val="006A5514"/>
    <w:rsid w:val="006B1BC3"/>
    <w:rsid w:val="006B218F"/>
    <w:rsid w:val="006B2599"/>
    <w:rsid w:val="006B2852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D5764"/>
    <w:rsid w:val="006E0476"/>
    <w:rsid w:val="006E2392"/>
    <w:rsid w:val="006E3F35"/>
    <w:rsid w:val="006E4D5B"/>
    <w:rsid w:val="006E4E00"/>
    <w:rsid w:val="006F035E"/>
    <w:rsid w:val="006F0858"/>
    <w:rsid w:val="006F0EF2"/>
    <w:rsid w:val="006F0F9C"/>
    <w:rsid w:val="006F1D5D"/>
    <w:rsid w:val="006F2836"/>
    <w:rsid w:val="006F322E"/>
    <w:rsid w:val="006F44D4"/>
    <w:rsid w:val="007008CB"/>
    <w:rsid w:val="007031A4"/>
    <w:rsid w:val="0070357C"/>
    <w:rsid w:val="007039B1"/>
    <w:rsid w:val="007074C5"/>
    <w:rsid w:val="007078A5"/>
    <w:rsid w:val="007101DE"/>
    <w:rsid w:val="007104F8"/>
    <w:rsid w:val="00711A14"/>
    <w:rsid w:val="00715744"/>
    <w:rsid w:val="00717A52"/>
    <w:rsid w:val="0072020D"/>
    <w:rsid w:val="007243BA"/>
    <w:rsid w:val="00732109"/>
    <w:rsid w:val="00732B89"/>
    <w:rsid w:val="00740726"/>
    <w:rsid w:val="00740AA9"/>
    <w:rsid w:val="007416D8"/>
    <w:rsid w:val="0074238E"/>
    <w:rsid w:val="00742C10"/>
    <w:rsid w:val="00743023"/>
    <w:rsid w:val="007450E6"/>
    <w:rsid w:val="00746C7F"/>
    <w:rsid w:val="00746FA0"/>
    <w:rsid w:val="007513EA"/>
    <w:rsid w:val="00752B9E"/>
    <w:rsid w:val="00753635"/>
    <w:rsid w:val="00754030"/>
    <w:rsid w:val="007602D6"/>
    <w:rsid w:val="00760604"/>
    <w:rsid w:val="00761232"/>
    <w:rsid w:val="00762AC2"/>
    <w:rsid w:val="00766187"/>
    <w:rsid w:val="00771313"/>
    <w:rsid w:val="00771A1B"/>
    <w:rsid w:val="00772FD2"/>
    <w:rsid w:val="0077518E"/>
    <w:rsid w:val="0077783A"/>
    <w:rsid w:val="00777B20"/>
    <w:rsid w:val="007801D1"/>
    <w:rsid w:val="00782BE4"/>
    <w:rsid w:val="0078340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3B3"/>
    <w:rsid w:val="007A643D"/>
    <w:rsid w:val="007B0932"/>
    <w:rsid w:val="007B23DD"/>
    <w:rsid w:val="007B7DEA"/>
    <w:rsid w:val="007C1EBB"/>
    <w:rsid w:val="007C2690"/>
    <w:rsid w:val="007C29B3"/>
    <w:rsid w:val="007C2AB8"/>
    <w:rsid w:val="007C3B3B"/>
    <w:rsid w:val="007C4C88"/>
    <w:rsid w:val="007C4FC2"/>
    <w:rsid w:val="007C6057"/>
    <w:rsid w:val="007C621E"/>
    <w:rsid w:val="007C6619"/>
    <w:rsid w:val="007C6FB4"/>
    <w:rsid w:val="007D4178"/>
    <w:rsid w:val="007D47B2"/>
    <w:rsid w:val="007E63C5"/>
    <w:rsid w:val="007E7A12"/>
    <w:rsid w:val="007F0635"/>
    <w:rsid w:val="007F0A49"/>
    <w:rsid w:val="007F0E76"/>
    <w:rsid w:val="007F1877"/>
    <w:rsid w:val="007F2D3B"/>
    <w:rsid w:val="007F394B"/>
    <w:rsid w:val="007F48AD"/>
    <w:rsid w:val="007F4CC1"/>
    <w:rsid w:val="007F7DD0"/>
    <w:rsid w:val="00800276"/>
    <w:rsid w:val="00802E30"/>
    <w:rsid w:val="00807E42"/>
    <w:rsid w:val="00810325"/>
    <w:rsid w:val="00811613"/>
    <w:rsid w:val="00811EE6"/>
    <w:rsid w:val="00812DF2"/>
    <w:rsid w:val="00813283"/>
    <w:rsid w:val="0081459D"/>
    <w:rsid w:val="0081537C"/>
    <w:rsid w:val="008159EC"/>
    <w:rsid w:val="00816245"/>
    <w:rsid w:val="00822ACD"/>
    <w:rsid w:val="00827085"/>
    <w:rsid w:val="008300E8"/>
    <w:rsid w:val="00830FB4"/>
    <w:rsid w:val="00831DB2"/>
    <w:rsid w:val="00832C8B"/>
    <w:rsid w:val="00834693"/>
    <w:rsid w:val="00834B02"/>
    <w:rsid w:val="00835C8E"/>
    <w:rsid w:val="008367D8"/>
    <w:rsid w:val="00837523"/>
    <w:rsid w:val="00837D7C"/>
    <w:rsid w:val="0084105D"/>
    <w:rsid w:val="00841DC8"/>
    <w:rsid w:val="008429EF"/>
    <w:rsid w:val="00842F23"/>
    <w:rsid w:val="00844169"/>
    <w:rsid w:val="0085324F"/>
    <w:rsid w:val="00853357"/>
    <w:rsid w:val="00853C14"/>
    <w:rsid w:val="00863032"/>
    <w:rsid w:val="00863E62"/>
    <w:rsid w:val="00864D99"/>
    <w:rsid w:val="0086728D"/>
    <w:rsid w:val="00870080"/>
    <w:rsid w:val="00875B49"/>
    <w:rsid w:val="0087657E"/>
    <w:rsid w:val="00877EF9"/>
    <w:rsid w:val="008839E4"/>
    <w:rsid w:val="00891233"/>
    <w:rsid w:val="00891D37"/>
    <w:rsid w:val="0089226F"/>
    <w:rsid w:val="0089334F"/>
    <w:rsid w:val="0089554B"/>
    <w:rsid w:val="008958FD"/>
    <w:rsid w:val="0089714A"/>
    <w:rsid w:val="008A4796"/>
    <w:rsid w:val="008A4A21"/>
    <w:rsid w:val="008A6B44"/>
    <w:rsid w:val="008B0696"/>
    <w:rsid w:val="008B2D27"/>
    <w:rsid w:val="008B4012"/>
    <w:rsid w:val="008C4A5A"/>
    <w:rsid w:val="008C4AAF"/>
    <w:rsid w:val="008C538D"/>
    <w:rsid w:val="008C7AB7"/>
    <w:rsid w:val="008D1D17"/>
    <w:rsid w:val="008D33FF"/>
    <w:rsid w:val="008D3555"/>
    <w:rsid w:val="008D4C67"/>
    <w:rsid w:val="008D7142"/>
    <w:rsid w:val="008E09FA"/>
    <w:rsid w:val="008E0D1D"/>
    <w:rsid w:val="008F09F8"/>
    <w:rsid w:val="008F1359"/>
    <w:rsid w:val="008F15E6"/>
    <w:rsid w:val="008F5A76"/>
    <w:rsid w:val="008F6CFE"/>
    <w:rsid w:val="00901434"/>
    <w:rsid w:val="009016C3"/>
    <w:rsid w:val="0090365D"/>
    <w:rsid w:val="00904999"/>
    <w:rsid w:val="009136AE"/>
    <w:rsid w:val="00920313"/>
    <w:rsid w:val="009248DF"/>
    <w:rsid w:val="00925910"/>
    <w:rsid w:val="009310F3"/>
    <w:rsid w:val="0093283C"/>
    <w:rsid w:val="0093381F"/>
    <w:rsid w:val="00934242"/>
    <w:rsid w:val="00936A55"/>
    <w:rsid w:val="00937281"/>
    <w:rsid w:val="00941680"/>
    <w:rsid w:val="009454B5"/>
    <w:rsid w:val="00946CA1"/>
    <w:rsid w:val="00947CDB"/>
    <w:rsid w:val="009514A0"/>
    <w:rsid w:val="00952595"/>
    <w:rsid w:val="00954508"/>
    <w:rsid w:val="00954AE0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46AA"/>
    <w:rsid w:val="00975B3C"/>
    <w:rsid w:val="0097711F"/>
    <w:rsid w:val="00980CAC"/>
    <w:rsid w:val="009819CF"/>
    <w:rsid w:val="00981EBB"/>
    <w:rsid w:val="009839DB"/>
    <w:rsid w:val="00984A88"/>
    <w:rsid w:val="00990D91"/>
    <w:rsid w:val="00992969"/>
    <w:rsid w:val="00993A96"/>
    <w:rsid w:val="00996260"/>
    <w:rsid w:val="00996EDA"/>
    <w:rsid w:val="009A0477"/>
    <w:rsid w:val="009A0C6F"/>
    <w:rsid w:val="009A0D36"/>
    <w:rsid w:val="009A37E3"/>
    <w:rsid w:val="009A5A15"/>
    <w:rsid w:val="009A68A2"/>
    <w:rsid w:val="009A7644"/>
    <w:rsid w:val="009B0A16"/>
    <w:rsid w:val="009B0C79"/>
    <w:rsid w:val="009C13A3"/>
    <w:rsid w:val="009C543D"/>
    <w:rsid w:val="009C5561"/>
    <w:rsid w:val="009C67C9"/>
    <w:rsid w:val="009D02BD"/>
    <w:rsid w:val="009D0C67"/>
    <w:rsid w:val="009D13FF"/>
    <w:rsid w:val="009D558F"/>
    <w:rsid w:val="009D57A5"/>
    <w:rsid w:val="009E0211"/>
    <w:rsid w:val="009F0C58"/>
    <w:rsid w:val="009F129C"/>
    <w:rsid w:val="009F2162"/>
    <w:rsid w:val="009F2D49"/>
    <w:rsid w:val="009F3111"/>
    <w:rsid w:val="009F4DA6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1143"/>
    <w:rsid w:val="00A22981"/>
    <w:rsid w:val="00A24BA7"/>
    <w:rsid w:val="00A27067"/>
    <w:rsid w:val="00A27A0B"/>
    <w:rsid w:val="00A316BC"/>
    <w:rsid w:val="00A319BC"/>
    <w:rsid w:val="00A33EAD"/>
    <w:rsid w:val="00A3501D"/>
    <w:rsid w:val="00A40C46"/>
    <w:rsid w:val="00A417AB"/>
    <w:rsid w:val="00A421C3"/>
    <w:rsid w:val="00A45BC0"/>
    <w:rsid w:val="00A51460"/>
    <w:rsid w:val="00A53233"/>
    <w:rsid w:val="00A544DF"/>
    <w:rsid w:val="00A54C16"/>
    <w:rsid w:val="00A55DCB"/>
    <w:rsid w:val="00A56326"/>
    <w:rsid w:val="00A5688F"/>
    <w:rsid w:val="00A56C8E"/>
    <w:rsid w:val="00A57143"/>
    <w:rsid w:val="00A574A6"/>
    <w:rsid w:val="00A606D3"/>
    <w:rsid w:val="00A6197B"/>
    <w:rsid w:val="00A62594"/>
    <w:rsid w:val="00A62BE8"/>
    <w:rsid w:val="00A64536"/>
    <w:rsid w:val="00A66F56"/>
    <w:rsid w:val="00A6746D"/>
    <w:rsid w:val="00A7014D"/>
    <w:rsid w:val="00A714E8"/>
    <w:rsid w:val="00A7205E"/>
    <w:rsid w:val="00A73914"/>
    <w:rsid w:val="00A752F2"/>
    <w:rsid w:val="00A75EEF"/>
    <w:rsid w:val="00A76506"/>
    <w:rsid w:val="00A7692A"/>
    <w:rsid w:val="00A77F22"/>
    <w:rsid w:val="00A80879"/>
    <w:rsid w:val="00A84CAA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6E22"/>
    <w:rsid w:val="00AA72CA"/>
    <w:rsid w:val="00AA75F1"/>
    <w:rsid w:val="00AA7989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C67DC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1A74"/>
    <w:rsid w:val="00B02AAB"/>
    <w:rsid w:val="00B02FC5"/>
    <w:rsid w:val="00B03377"/>
    <w:rsid w:val="00B03A13"/>
    <w:rsid w:val="00B05949"/>
    <w:rsid w:val="00B05ACD"/>
    <w:rsid w:val="00B05BFD"/>
    <w:rsid w:val="00B10B1F"/>
    <w:rsid w:val="00B13632"/>
    <w:rsid w:val="00B15C9C"/>
    <w:rsid w:val="00B205E5"/>
    <w:rsid w:val="00B21AD4"/>
    <w:rsid w:val="00B22E8E"/>
    <w:rsid w:val="00B23047"/>
    <w:rsid w:val="00B27D2A"/>
    <w:rsid w:val="00B3043D"/>
    <w:rsid w:val="00B30929"/>
    <w:rsid w:val="00B3248E"/>
    <w:rsid w:val="00B34783"/>
    <w:rsid w:val="00B400C7"/>
    <w:rsid w:val="00B411B2"/>
    <w:rsid w:val="00B425C0"/>
    <w:rsid w:val="00B434D4"/>
    <w:rsid w:val="00B438CB"/>
    <w:rsid w:val="00B443D6"/>
    <w:rsid w:val="00B4598C"/>
    <w:rsid w:val="00B46E9B"/>
    <w:rsid w:val="00B46F12"/>
    <w:rsid w:val="00B47CB2"/>
    <w:rsid w:val="00B506FF"/>
    <w:rsid w:val="00B50E41"/>
    <w:rsid w:val="00B60252"/>
    <w:rsid w:val="00B657C2"/>
    <w:rsid w:val="00B658F6"/>
    <w:rsid w:val="00B67819"/>
    <w:rsid w:val="00B70BEF"/>
    <w:rsid w:val="00B7234D"/>
    <w:rsid w:val="00B72C88"/>
    <w:rsid w:val="00B7503B"/>
    <w:rsid w:val="00B752A1"/>
    <w:rsid w:val="00B759B1"/>
    <w:rsid w:val="00B766CE"/>
    <w:rsid w:val="00B77CE1"/>
    <w:rsid w:val="00B82773"/>
    <w:rsid w:val="00B84DA0"/>
    <w:rsid w:val="00B876E2"/>
    <w:rsid w:val="00B9140C"/>
    <w:rsid w:val="00B93109"/>
    <w:rsid w:val="00B94397"/>
    <w:rsid w:val="00B94EE0"/>
    <w:rsid w:val="00B97109"/>
    <w:rsid w:val="00BA0A6F"/>
    <w:rsid w:val="00BA172E"/>
    <w:rsid w:val="00BA2153"/>
    <w:rsid w:val="00BA37AE"/>
    <w:rsid w:val="00BA3A0A"/>
    <w:rsid w:val="00BA74EC"/>
    <w:rsid w:val="00BA7C7E"/>
    <w:rsid w:val="00BB0DFC"/>
    <w:rsid w:val="00BB1BD8"/>
    <w:rsid w:val="00BB323F"/>
    <w:rsid w:val="00BB55E9"/>
    <w:rsid w:val="00BB659C"/>
    <w:rsid w:val="00BB7E95"/>
    <w:rsid w:val="00BC1A8F"/>
    <w:rsid w:val="00BC7057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0A95"/>
    <w:rsid w:val="00BF0F6A"/>
    <w:rsid w:val="00BF1847"/>
    <w:rsid w:val="00BF31EE"/>
    <w:rsid w:val="00BF41C3"/>
    <w:rsid w:val="00BF4729"/>
    <w:rsid w:val="00BF511A"/>
    <w:rsid w:val="00BF5218"/>
    <w:rsid w:val="00BF6802"/>
    <w:rsid w:val="00C01B22"/>
    <w:rsid w:val="00C03C63"/>
    <w:rsid w:val="00C044B3"/>
    <w:rsid w:val="00C054AE"/>
    <w:rsid w:val="00C05DB6"/>
    <w:rsid w:val="00C1172A"/>
    <w:rsid w:val="00C13DA0"/>
    <w:rsid w:val="00C1522A"/>
    <w:rsid w:val="00C210D0"/>
    <w:rsid w:val="00C23D35"/>
    <w:rsid w:val="00C249FA"/>
    <w:rsid w:val="00C26FA6"/>
    <w:rsid w:val="00C2762B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140A"/>
    <w:rsid w:val="00C44EB8"/>
    <w:rsid w:val="00C451BB"/>
    <w:rsid w:val="00C452C5"/>
    <w:rsid w:val="00C45A15"/>
    <w:rsid w:val="00C51FB7"/>
    <w:rsid w:val="00C528C6"/>
    <w:rsid w:val="00C536F9"/>
    <w:rsid w:val="00C53C5F"/>
    <w:rsid w:val="00C61F3B"/>
    <w:rsid w:val="00C631F7"/>
    <w:rsid w:val="00C64A62"/>
    <w:rsid w:val="00C64F30"/>
    <w:rsid w:val="00C66E77"/>
    <w:rsid w:val="00C676B3"/>
    <w:rsid w:val="00C7052D"/>
    <w:rsid w:val="00C712EC"/>
    <w:rsid w:val="00C724AD"/>
    <w:rsid w:val="00C72553"/>
    <w:rsid w:val="00C735E8"/>
    <w:rsid w:val="00C77415"/>
    <w:rsid w:val="00C81064"/>
    <w:rsid w:val="00C8258C"/>
    <w:rsid w:val="00C82694"/>
    <w:rsid w:val="00C83897"/>
    <w:rsid w:val="00C87F21"/>
    <w:rsid w:val="00C901FB"/>
    <w:rsid w:val="00C92555"/>
    <w:rsid w:val="00C92D57"/>
    <w:rsid w:val="00C93C18"/>
    <w:rsid w:val="00C93D6C"/>
    <w:rsid w:val="00C9461D"/>
    <w:rsid w:val="00C9479E"/>
    <w:rsid w:val="00C95817"/>
    <w:rsid w:val="00CA0F93"/>
    <w:rsid w:val="00CA4F78"/>
    <w:rsid w:val="00CA7D5F"/>
    <w:rsid w:val="00CB0976"/>
    <w:rsid w:val="00CB0FA7"/>
    <w:rsid w:val="00CB3871"/>
    <w:rsid w:val="00CB57DD"/>
    <w:rsid w:val="00CB663B"/>
    <w:rsid w:val="00CB73A9"/>
    <w:rsid w:val="00CC043D"/>
    <w:rsid w:val="00CC1CD4"/>
    <w:rsid w:val="00CC3B1C"/>
    <w:rsid w:val="00CC4D6B"/>
    <w:rsid w:val="00CC53A7"/>
    <w:rsid w:val="00CC77BD"/>
    <w:rsid w:val="00CC7859"/>
    <w:rsid w:val="00CC7CC5"/>
    <w:rsid w:val="00CD2B40"/>
    <w:rsid w:val="00CD3813"/>
    <w:rsid w:val="00CD7D76"/>
    <w:rsid w:val="00CE072F"/>
    <w:rsid w:val="00CE0FA4"/>
    <w:rsid w:val="00CE52F4"/>
    <w:rsid w:val="00CE6E29"/>
    <w:rsid w:val="00CF4120"/>
    <w:rsid w:val="00CF4836"/>
    <w:rsid w:val="00CF5C6B"/>
    <w:rsid w:val="00CF64BF"/>
    <w:rsid w:val="00D018F3"/>
    <w:rsid w:val="00D02432"/>
    <w:rsid w:val="00D03605"/>
    <w:rsid w:val="00D03647"/>
    <w:rsid w:val="00D0766B"/>
    <w:rsid w:val="00D10098"/>
    <w:rsid w:val="00D13B71"/>
    <w:rsid w:val="00D14215"/>
    <w:rsid w:val="00D14FD7"/>
    <w:rsid w:val="00D21822"/>
    <w:rsid w:val="00D23D2E"/>
    <w:rsid w:val="00D252E0"/>
    <w:rsid w:val="00D25693"/>
    <w:rsid w:val="00D32E3A"/>
    <w:rsid w:val="00D33EEE"/>
    <w:rsid w:val="00D411C4"/>
    <w:rsid w:val="00D562C4"/>
    <w:rsid w:val="00D620F2"/>
    <w:rsid w:val="00D64C82"/>
    <w:rsid w:val="00D64D5D"/>
    <w:rsid w:val="00D65923"/>
    <w:rsid w:val="00D66568"/>
    <w:rsid w:val="00D73282"/>
    <w:rsid w:val="00D73A89"/>
    <w:rsid w:val="00D7462A"/>
    <w:rsid w:val="00D74917"/>
    <w:rsid w:val="00D75543"/>
    <w:rsid w:val="00D81324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04CA"/>
    <w:rsid w:val="00DB155D"/>
    <w:rsid w:val="00DB2DA5"/>
    <w:rsid w:val="00DB38C7"/>
    <w:rsid w:val="00DB39E0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270D"/>
    <w:rsid w:val="00DE350A"/>
    <w:rsid w:val="00DE6200"/>
    <w:rsid w:val="00DE6444"/>
    <w:rsid w:val="00DE6FB3"/>
    <w:rsid w:val="00DE7B93"/>
    <w:rsid w:val="00DF00B6"/>
    <w:rsid w:val="00DF25F4"/>
    <w:rsid w:val="00DF2617"/>
    <w:rsid w:val="00DF26E8"/>
    <w:rsid w:val="00DF3CD6"/>
    <w:rsid w:val="00DF66A5"/>
    <w:rsid w:val="00DF777C"/>
    <w:rsid w:val="00E01642"/>
    <w:rsid w:val="00E02826"/>
    <w:rsid w:val="00E037BE"/>
    <w:rsid w:val="00E04AFD"/>
    <w:rsid w:val="00E059D8"/>
    <w:rsid w:val="00E1000D"/>
    <w:rsid w:val="00E12D74"/>
    <w:rsid w:val="00E130F0"/>
    <w:rsid w:val="00E1436F"/>
    <w:rsid w:val="00E16072"/>
    <w:rsid w:val="00E16F30"/>
    <w:rsid w:val="00E20C8E"/>
    <w:rsid w:val="00E21D57"/>
    <w:rsid w:val="00E24CD7"/>
    <w:rsid w:val="00E27533"/>
    <w:rsid w:val="00E33AFF"/>
    <w:rsid w:val="00E3520D"/>
    <w:rsid w:val="00E36168"/>
    <w:rsid w:val="00E37D87"/>
    <w:rsid w:val="00E41515"/>
    <w:rsid w:val="00E41D07"/>
    <w:rsid w:val="00E42D35"/>
    <w:rsid w:val="00E43951"/>
    <w:rsid w:val="00E4448A"/>
    <w:rsid w:val="00E44A89"/>
    <w:rsid w:val="00E51FEC"/>
    <w:rsid w:val="00E520A4"/>
    <w:rsid w:val="00E526FB"/>
    <w:rsid w:val="00E530E7"/>
    <w:rsid w:val="00E540CA"/>
    <w:rsid w:val="00E542C0"/>
    <w:rsid w:val="00E562E0"/>
    <w:rsid w:val="00E57D38"/>
    <w:rsid w:val="00E62117"/>
    <w:rsid w:val="00E67516"/>
    <w:rsid w:val="00E70437"/>
    <w:rsid w:val="00E70C19"/>
    <w:rsid w:val="00E7147C"/>
    <w:rsid w:val="00E71BCE"/>
    <w:rsid w:val="00E72F9D"/>
    <w:rsid w:val="00E748C8"/>
    <w:rsid w:val="00E75DE2"/>
    <w:rsid w:val="00E76D6E"/>
    <w:rsid w:val="00E80291"/>
    <w:rsid w:val="00E80906"/>
    <w:rsid w:val="00E81968"/>
    <w:rsid w:val="00E83523"/>
    <w:rsid w:val="00E857EF"/>
    <w:rsid w:val="00E85CDE"/>
    <w:rsid w:val="00E92B23"/>
    <w:rsid w:val="00EA0E7C"/>
    <w:rsid w:val="00EA12DB"/>
    <w:rsid w:val="00EA13DF"/>
    <w:rsid w:val="00EA19B8"/>
    <w:rsid w:val="00EA2F28"/>
    <w:rsid w:val="00EA43AB"/>
    <w:rsid w:val="00EA5A52"/>
    <w:rsid w:val="00EA6124"/>
    <w:rsid w:val="00EA62B5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5C34"/>
    <w:rsid w:val="00ED781E"/>
    <w:rsid w:val="00EE0023"/>
    <w:rsid w:val="00EE21D6"/>
    <w:rsid w:val="00EE2457"/>
    <w:rsid w:val="00EE5151"/>
    <w:rsid w:val="00EF18B7"/>
    <w:rsid w:val="00EF218E"/>
    <w:rsid w:val="00EF4FBB"/>
    <w:rsid w:val="00EF5298"/>
    <w:rsid w:val="00EF5643"/>
    <w:rsid w:val="00EF674D"/>
    <w:rsid w:val="00EF76C8"/>
    <w:rsid w:val="00EF7AE3"/>
    <w:rsid w:val="00F007A5"/>
    <w:rsid w:val="00F04C1D"/>
    <w:rsid w:val="00F05C48"/>
    <w:rsid w:val="00F06A86"/>
    <w:rsid w:val="00F06F32"/>
    <w:rsid w:val="00F106A0"/>
    <w:rsid w:val="00F1115D"/>
    <w:rsid w:val="00F133FC"/>
    <w:rsid w:val="00F14B4F"/>
    <w:rsid w:val="00F2076E"/>
    <w:rsid w:val="00F20D27"/>
    <w:rsid w:val="00F21A24"/>
    <w:rsid w:val="00F21D6C"/>
    <w:rsid w:val="00F250CF"/>
    <w:rsid w:val="00F266C5"/>
    <w:rsid w:val="00F30109"/>
    <w:rsid w:val="00F34956"/>
    <w:rsid w:val="00F35050"/>
    <w:rsid w:val="00F36527"/>
    <w:rsid w:val="00F41A49"/>
    <w:rsid w:val="00F42CBD"/>
    <w:rsid w:val="00F4457F"/>
    <w:rsid w:val="00F45B09"/>
    <w:rsid w:val="00F46492"/>
    <w:rsid w:val="00F46688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346"/>
    <w:rsid w:val="00F72C50"/>
    <w:rsid w:val="00F72D40"/>
    <w:rsid w:val="00F746AC"/>
    <w:rsid w:val="00F76243"/>
    <w:rsid w:val="00F76C0B"/>
    <w:rsid w:val="00F81363"/>
    <w:rsid w:val="00F86BDE"/>
    <w:rsid w:val="00F8721C"/>
    <w:rsid w:val="00F914D1"/>
    <w:rsid w:val="00F91810"/>
    <w:rsid w:val="00F94D15"/>
    <w:rsid w:val="00FA1ED6"/>
    <w:rsid w:val="00FA2D71"/>
    <w:rsid w:val="00FB09A4"/>
    <w:rsid w:val="00FB3062"/>
    <w:rsid w:val="00FB3269"/>
    <w:rsid w:val="00FB47AD"/>
    <w:rsid w:val="00FB4EDD"/>
    <w:rsid w:val="00FB6368"/>
    <w:rsid w:val="00FC1E11"/>
    <w:rsid w:val="00FC5B0C"/>
    <w:rsid w:val="00FC65B6"/>
    <w:rsid w:val="00FC6B32"/>
    <w:rsid w:val="00FD04EE"/>
    <w:rsid w:val="00FD0599"/>
    <w:rsid w:val="00FD1964"/>
    <w:rsid w:val="00FD2FE6"/>
    <w:rsid w:val="00FD4CE6"/>
    <w:rsid w:val="00FD4F94"/>
    <w:rsid w:val="00FD518D"/>
    <w:rsid w:val="00FD6EB6"/>
    <w:rsid w:val="00FE2155"/>
    <w:rsid w:val="00FE2264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223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223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223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223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223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223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223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223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223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86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12</Pages>
  <Words>3762</Words>
  <Characters>22198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3</cp:revision>
  <cp:lastPrinted>2022-05-24T12:07:00Z</cp:lastPrinted>
  <dcterms:created xsi:type="dcterms:W3CDTF">2022-06-20T11:41:00Z</dcterms:created>
  <dcterms:modified xsi:type="dcterms:W3CDTF">2022-06-20T11:56:00Z</dcterms:modified>
</cp:coreProperties>
</file>